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868" w:rsidRDefault="00976868" w:rsidP="00976868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АННОТАЦИИ</w:t>
      </w:r>
    </w:p>
    <w:p w:rsidR="00976868" w:rsidRDefault="00976868" w:rsidP="00976868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учебных дисциплин и практик</w:t>
      </w:r>
    </w:p>
    <w:p w:rsidR="00976868" w:rsidRDefault="00976868" w:rsidP="00976868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по специальности 110501.65 - «Ветеринарно-санитарная экспертиза»</w:t>
      </w:r>
    </w:p>
    <w:p w:rsidR="00976868" w:rsidRDefault="00976868" w:rsidP="00976868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ЦИКЛ ГСЭ – ОБЩИЕ ГУМАНИТАРНЫЕ И СОЦИАЛЬНО-ЭКОНОМИЧЕСКИЕ ДИСЦИПЛИНЫ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Иностранный язык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повышение исходного уровня владения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иностран-ным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языком, достигнутого на предыдущей ступени образования и овладение студентами необходимым и достаточным уровнем иноязычной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коммуника-тивной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компетенции в совокупности ее составляющих: 1) речевой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компетен-ции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направленной на развитие коммуникативных умений в четырех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основ-ных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видах речевой деятельности (говорении,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чтении, письме);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языковой компетенции, подразумевающей овладение новыми языковыми средствами (лексическими, грамматическими, орфографическими)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соответ-ствии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темами, сферами и ситуациями общения, связанными с будущей профессиональной деятельностью студентов и решением социально-коммуникативных задач в различных областях профессиональной, научной, культурной и бытовой сферах деятельности при общении с зарубежными партнерами, а также для дальнейшего самообразования. </w:t>
      </w:r>
      <w:proofErr w:type="gramEnd"/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>
        <w:rPr>
          <w:rFonts w:ascii="Times New Roman" w:hAnsi="Times New Roman" w:cs="Times New Roman"/>
          <w:sz w:val="28"/>
          <w:szCs w:val="28"/>
        </w:rPr>
        <w:t xml:space="preserve">: Цикл ГСЭ.Ф.1;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1…4 семестрах.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Специфика артикуляции звуков,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интона-ции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акцентации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ритма нейтральной речи в изучаемом языке; основные особенности полного стиля произношения, характерные для сферы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профес-сиональной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коммуникации; чтение транскрипции.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Лексический минимум в объеме 4000 учебных лексических единиц общего и терминологического характера; понятие дифференциации лексики по сферам применения (бытовая, терминологическая, общенаучная,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офици-альная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другая); понятие о свободных и устойчивых словосочетаниях,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фра-зеологических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единицах; понятие об основных способах словообразования.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Грамматические навыки, обеспечивающие коммуникацию общего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ха-рактера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без искажения смысла при письменном и устном общении;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ос-новные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грамматические явления, характерные для профессиональной речи.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об обиходно-литературном, официально-деловом, научном стиле, стиле художественной литературы; основные особенности научного стиля; культура и традиции стран изучаемого языка, правила речевого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этике-та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Говорение; диалогическая и монологическая речь с использованием наиболее </w:t>
      </w:r>
      <w:proofErr w:type="gramStart"/>
      <w:r>
        <w:rPr>
          <w:rFonts w:ascii="Times New Roman" w:hAnsi="Times New Roman" w:cs="Times New Roman"/>
          <w:sz w:val="28"/>
          <w:szCs w:val="28"/>
        </w:rPr>
        <w:t>употребительных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относительно простых лексико-грамматических </w:t>
      </w:r>
    </w:p>
    <w:p w:rsidR="00976868" w:rsidRDefault="00976868" w:rsidP="00976868">
      <w:pPr>
        <w:pStyle w:val="Default"/>
        <w:pageBreakBefor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средств в основных коммуникативных ситуациях неофициального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офици-ального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общения; основы публичной речи (устное сообщение, доклад).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понимание диалогической и монологической речи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сфе-ре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бытовой и профессиональной коммуникации.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Чтение; виды текстов: несложные прагматические тексты и тексты по широкому и узкому профилю специальности.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Письмо; виды речевых произведений: аннотация, реферат, тезисы,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со-общения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частное письмо, деловое письмо, биография. </w:t>
      </w:r>
      <w:proofErr w:type="gramEnd"/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Физическая культура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физической культуры личности и способности методически обоснованно и целенаправленно использовать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сред-ства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физической культуры, позволяющие выпускнику сформировать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индиви-дуальную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здоровье сберегающую жизнедеятельность, обеспечивающая 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со-циальную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мобильность, профессиональную надежность и устойчивость на рынке труда.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дисциплины: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Сформировать у студентов знания по теории, истории и методике физической культуры.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Обучить студентов практическим умениям и навыкам занятий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раз-личными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видами спорта, современными двигательными и оздоровительными системами.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Обеспечить у студентов высокий уровень функционального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состоя-ния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 организма, физического развития, подготовленности.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Развивать у студентов индивидуально-психологические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социаль-но-психологические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качества и свойства личности, необходимые для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успеш-ной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деятельности, средствами физической культуры и спорта.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Сформировать у студентов устойчивое положительное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мотивационно-ценностного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отношение к здоровому образу жизни.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>
        <w:rPr>
          <w:rFonts w:ascii="Times New Roman" w:hAnsi="Times New Roman" w:cs="Times New Roman"/>
          <w:sz w:val="28"/>
          <w:szCs w:val="28"/>
        </w:rPr>
        <w:t xml:space="preserve">: Цикл ГСЭ.Ф.2;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1…6 семестры.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Физическая культура в общекультурной и профессиональной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подго-товке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студентов; ее социально-биологические основы; физическая культура и спорт как социальные феномены общества; законодательство Российской Федерации о физической культуре и спорте; физическая культура личности.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Основы здорового образа жизни студента; особенности использования средств физической культуры для оптимизации работоспособности. Общая физическая и специальная подготовка в системе физического воспитания; спорт; индивидуальный выбор видов спорта или систем физических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упраж-</w:t>
      </w:r>
      <w:r>
        <w:rPr>
          <w:rFonts w:ascii="Times New Roman" w:hAnsi="Times New Roman" w:cs="Times New Roman"/>
          <w:sz w:val="28"/>
          <w:szCs w:val="28"/>
        </w:rPr>
        <w:lastRenderedPageBreak/>
        <w:t>нений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; профессионально - прикладная физическая подготовка студентов;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ос-новы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методики самостоятельных занятий и самоконтроль за состоянием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сво-его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организма.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Отечественная история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сформировать базовые теоретические знания об основных этапах и содержании истории России с древнейших времен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на-ших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дней как основы самостоятельного анализа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оценки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исторических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со-бытий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процессов в контексте мирового общественного развития.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>
        <w:rPr>
          <w:rFonts w:ascii="Times New Roman" w:hAnsi="Times New Roman" w:cs="Times New Roman"/>
          <w:sz w:val="28"/>
          <w:szCs w:val="28"/>
        </w:rPr>
        <w:t xml:space="preserve">: Цикл ГСЭ.Ф.3;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1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>
        <w:rPr>
          <w:rFonts w:ascii="Times New Roman" w:hAnsi="Times New Roman" w:cs="Times New Roman"/>
          <w:sz w:val="28"/>
          <w:szCs w:val="28"/>
        </w:rPr>
        <w:t xml:space="preserve">: Сущность, формы, функции исторического знания; методы и источники изучения истории; понятие и классификация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ис-торического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источника; отечественная историография в прошлом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настоя-щем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общее и особенное; методология и теория исторической науки; история России - неотъемлемая часть всемирной истории.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Античное наследие в эпоху Великого переселения народов.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Проблема этногенеза восточных славян; основные этапы становления государственности; древняя Русь и кочевники; византийско-древнерусские связи; особенности социального строя Древней Руси; этнокультурные и социально-политические процессы становления русской государственности; принятие христианства; распространение ислама; эволюция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восточнославян-ской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государственности в Х1-ХП вв.; социально-политические изменения в русских землях в ХШ-ХУ вв.; Русь и Орда: проблемы взаимовлияния; Россия и средневековые государства Европы и Азии;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специфика формирования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еди-ного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российского государства; возвышение Москвы; формирование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сослов-ной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системы организации общества; реформы Петра 1; век Екатерины;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пред-посылки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особенности складывания российского абсолютизма; дискуссии о генезисе самодержавия.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Особенности и основные этапы экономического развития России;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эво-люция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форм собственности на землю; структура феодального землевладения; крепостное право в России;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мануфактурно-промышленное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производство; становление индустриального общества в России: общее и особенное;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обще-ственная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мысль и особенности общественного движения России XIX в.;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ре-формы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реформаторы в России; русская культура XIX века и ее вклад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ми-ровую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культуру. </w:t>
      </w:r>
      <w:proofErr w:type="gramEnd"/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Роль XX столетия в мировой истории; глобализация общественных процессов; проблема экономического роста и модернизации; революции и реформы; социальная трансформация общества; столкновение тенденций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ин-тернационализма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национализма, интеграции и сепаратизма, демократии и авторитаризма.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Россия в начале XX в.; объективная потребность индустриальной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мо-дернизации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России; российские реформы в контексте общемирового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разви-тия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начале века; политические партии России: генезис, классификация, программы, тактика; Россия в условиях мировой войны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общенационально-го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кризиса; революция 1917 г.; гражданская война и интервенция; 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резуль-</w:t>
      </w:r>
      <w:r>
        <w:rPr>
          <w:rFonts w:ascii="Times New Roman" w:hAnsi="Times New Roman" w:cs="Times New Roman"/>
          <w:sz w:val="28"/>
          <w:szCs w:val="28"/>
        </w:rPr>
        <w:lastRenderedPageBreak/>
        <w:t>таты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последствия; российская эмиграция; социально-экономическое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разви-тие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страны в 20-е гг.; НЭП;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формирование однопартийного политического режима; образование СССР; культурная жизнь страны в 20-е гг.; внешняя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по-литика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; курс на строительство социализма в одной стране и его последствия; социально-экономические преобразования в 30-е гг.; усиление режима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лич-ной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власти Сталина; сопротивление сталинизму.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СССР накануне и в начальный период второй мировой войны; Великая Отечественная война.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развитие; </w:t>
      </w:r>
      <w:proofErr w:type="gramStart"/>
      <w:r>
        <w:rPr>
          <w:rFonts w:ascii="Times New Roman" w:hAnsi="Times New Roman" w:cs="Times New Roman"/>
          <w:sz w:val="28"/>
          <w:szCs w:val="28"/>
        </w:rPr>
        <w:t>-п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олитическая жизнь; культура; внешняя политика СССР в послевоенные годы; холодная война; попытки осуществления политических и экономических реформ; НТР и ее влияние на ход общественного развития.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СССР в середине 60-80-х гг.: нарастание кризисных явлений;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Совет-ский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Союз в 1985 - 1991 гг.; перестройка; попытка государственного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перево-рота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1991 г. и ее провал; распад СССР; Беловежские соглашения;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октябрь-ские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события 1993 г.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Становление новой российской государственности (1993 -1999 гг.); Россия на пути радикальной социально-экономической модернизации;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куль-тура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современной России; внешнеполитическая деятельность в условиях новой геополитической ситуации.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Философия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Дать студентам глубокие и разносторонние знания по истории философии и теоретическим аспектам современной философии; расширить кругозор будущего бакалавра, обучить студента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самостоятельно-му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системному мышлению.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>
        <w:rPr>
          <w:rFonts w:ascii="Times New Roman" w:hAnsi="Times New Roman" w:cs="Times New Roman"/>
          <w:sz w:val="28"/>
          <w:szCs w:val="28"/>
        </w:rPr>
        <w:t xml:space="preserve">: Цикл ГСЭ.Ф.4,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3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Предмет философии; место и роль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фило-софии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культуре; становление философии; основные направления, школы философии и этапы ее исторического развития; структура философского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зна-ния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учение о бытии; монистические и плюралистические концепции бытия; самоорганизация бытия; понятия материального и идеального; пространство; время, движение и развитие, диалектика; детерминизм и индетерминизм;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ди-намические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статические закономерности; научные, философские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религи-озные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картины мира;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человек, общество, культура; человек и природа;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обще-ство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его структура; гражданское общество и государство; человек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систе-ме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социальных связей; человек и исторический процесс: личность и массы, свобода и необходимость; формационная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цивилизационная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концепции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об-щественного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развития; смысл человеческого бытия; насилие и ненасилие; свобода и ответственность; мораль, справедливость, право; нравственные ценности; представления о совершенном человеке в различных культурах;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эстетические ценности и их роль в человеческой жизни; религиозные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ценно-сти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свобода совести; сознание и познание, сознание, самосознание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лич-ность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познание, творчество, практика; вера и знание; понимание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объяс-нение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рациональное и иррациональное в познавательной деятельности;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про-</w:t>
      </w:r>
      <w:r>
        <w:rPr>
          <w:rFonts w:ascii="Times New Roman" w:hAnsi="Times New Roman" w:cs="Times New Roman"/>
          <w:sz w:val="28"/>
          <w:szCs w:val="28"/>
        </w:rPr>
        <w:lastRenderedPageBreak/>
        <w:t>блема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истины; действительность, мышление, логика и язык; научное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вне-научное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знание; критерии научности; структура научного познания, 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ме-тоды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формы;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рост научного знания; научные революции и смены типов рациональности; наука и техника; будущее человечества; глобальные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про-блемы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современности; взаимодействие цивилизаций и сценарии будущего.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Экономика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подготовка специалистов к решению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профессио-нальных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задач на основе формирование у него экономического мышления путем изучения основных категорий, законов и закономерностей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экономиче-ского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развития страны.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>
        <w:rPr>
          <w:rFonts w:ascii="Times New Roman" w:hAnsi="Times New Roman" w:cs="Times New Roman"/>
          <w:sz w:val="28"/>
          <w:szCs w:val="28"/>
        </w:rPr>
        <w:t xml:space="preserve">: Цикл ГСЭ.Ф.5,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3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Введение в экономическую теорию; блага, потребности, ресурсы, экономический выбор; экономические отношения; экономические системы; основные этапы развития экономической теории; методы экономической теории; микроэкономика. </w:t>
      </w:r>
      <w:proofErr w:type="gramEnd"/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Рынок: спрос и предложение; потребительские предпочтения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пре-дельная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полезность; факторы спроса; индивидуальный и рыночный спрос; эффект дохода и эффект замещения; эластичность; предложение и 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факто-ры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закон убывающей предельной производительности; эффект масштаба; виды издержек; фирма; выручка и прибыль; принцип максимизации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прибы-ли</w:t>
      </w:r>
      <w:proofErr w:type="spellEnd"/>
      <w:r>
        <w:rPr>
          <w:rFonts w:ascii="Times New Roman" w:hAnsi="Times New Roman" w:cs="Times New Roman"/>
          <w:sz w:val="28"/>
          <w:szCs w:val="28"/>
        </w:rPr>
        <w:t>; предложение совершенно конкретной фирмы и отрасли; эффективность конкурентных рынков; рыночная власть;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монополия; монополистическая конкуренция; олигополия; антимонопольное регулирование; спрос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факто-ры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производства; рынок труда; спрос и предложение труда; заработная плата и занятость; рынок капитала; процентная ставка и инвестиции; рынок земли; рента; общее равновесие и благосостояние; распределение доходов;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неравен-ство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внешние эффекты и общественные блага; роль государства. </w:t>
      </w:r>
      <w:proofErr w:type="gramEnd"/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Макроэкономика; национальная экономика как целое; круговорот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до-ходов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продуктов; ВВП и способы его измерения; национальный доход; располагаемый личный доход; индексы цен; безработица и ее формы;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инфля-ция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ее виды; экономические циклы; макроэкономическое равновесие;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сово-купный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спрос и совокупное предложение; стабилизационная политика;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рав-новесие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товарном рынке; потребление и сбережения; инвестиции;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госу-дарственные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расходы и налоги;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 мультипликатора; бюджетно-налоговая политика; деньги и их функции; равновесие на денежном рынке; денежный мультипликатор; банковская система; денежно-кредитная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полити-ка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Экономический рост и развитие; международные экономические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отноше-ния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; внешняя торговля и торговая политика; платежный баланс; валютный курс; особенности переходной экономики России; приватизация; формы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соб-ственности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предпринимательство; теневая экономика; рынок труда;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распре-деление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доходы; преобразования в социальной сфере; структурные сдвиги в экономике; формирование открытой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экономикки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Правоведение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состоит в формировании у будущих специалистов правового сознания путем освоения комплекса знаний об основных отраслях права; воспитании правовой культуры, уважение к закону, бережного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отно-шения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к социальным ценностям правового государства, чести и достоинству гражданина; знании основных проблем правового регулирования сферы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сво-ей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>
        <w:rPr>
          <w:rFonts w:ascii="Times New Roman" w:hAnsi="Times New Roman" w:cs="Times New Roman"/>
          <w:sz w:val="28"/>
          <w:szCs w:val="28"/>
        </w:rPr>
        <w:t xml:space="preserve">: Цикл ГСЭ.Ф.6,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4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Государство и право; их роль в жизни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об-щества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норма права и нормативно-правовые акты; основные правовые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сис-темы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современности; международное право как особая система права;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источ-ники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российского права; закон и подзаконные акты; система российского права; отрасли права; правонарушение и юридическая ответственность;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зна-чение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законности и правопорядка в современном обществе; правовое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госу-дарство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>; конституция Российской Федерации - основной закон государства;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особенности федеративного устройства России; система органов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государст-венной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власти в Российской Федерации; понятие гражданского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правоотно-шения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физические и юридические лица; право собственности; обязательства в гражданском праве и ответственность за их нарушение; наследственное право; брачно-семейные отношения; взаимные права и обязанности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супру-гов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родителей и детей; ответственность по семейному праву; трудовой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дого-вор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(контракт); трудовая дисциплина и ответственность за ее нарушение;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ад-министративные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правонарушения и административная ответственность;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по-нятие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преступления; уголовная ответственность за совершение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преступле-ний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экологическое право; особенности правового регулирования будущей профессиональной деятельности; правовые основы защиты государственной тайны; законодательные и нормативно-правовые акты в области защиты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ин-формации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государственной тайны. </w:t>
      </w:r>
      <w:proofErr w:type="gramEnd"/>
    </w:p>
    <w:p w:rsidR="00976868" w:rsidRDefault="00976868" w:rsidP="00976868">
      <w:pPr>
        <w:pStyle w:val="Default"/>
        <w:rPr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Культурология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сформировать представления о сущности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исто-рии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развития отечественной и мировой культуры, о разнообразии мировых культур, обосновать понятие межкультурной и межэтнической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толерантно-сти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сформировать целостный взгляд на социально-культурные процессы прошлого и современности; привить уважение к историческому наследию и культурным традициям своей страны.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ГСЭ.Ф.7,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5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Культурология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философия культуры,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ис-тория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культуры. Методы культурологических исследований. Основные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поня-тия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культурологии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Типология культур. Этническая и национальная,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элитар-ная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массовая культуры. Восточные и западные типы культур. Локальные культуры. Место и роль России в современной культуре. Культура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приро-да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Культура и общество. Культура и личность.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Инкультурация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социализа-ция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Политология и социология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обеспечить системное представление 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современ-ной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социальной и политической организации общества, о социальных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по-литических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взаимоотношениях, о методах социологического исследования; умение прогнозировать социальные и политические последствия своей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про-фессиональной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деятельности.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ГСЭ.Р.1,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6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 и предмет политологии, ее законы, категории и принципы.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Ос-новное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назначение политологии как науки и учебной дисциплины.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Знание о политике, ее целях, задачах, приоритетах, нормах, противоречиях,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альтерна-тивах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политической деятельности – обязательное условие компетентности.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Функции политической науки. Теоретическая и прикладная политология. Политическое прогнозирование и моделирование. История развития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полити-ческой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науки. История развития российской политической мысли.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Политиче-ская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система общества. Политическая власть. Политические режимы.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Госу-дарство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политический институт. Политические партии и движения.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По-литическая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элита и лидерство. Политический процесс и политические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отно-шения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Политические конфликты. Политическая идеология и политическая психология. Политическая культура. Мировая политика и международные отношения.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Классические и современные социологические теории. Общество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со-циальные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институты. Мировая система и процессы глобализации.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Социаль-ные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группы и общности. Общество и личность. Социальная организация.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Со-циальные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движения. Социальное неравенство, стратификация и социальная мобильность. Понятие социального статуса. Социальное взаимодействие и социальные отношения. Общественное мнение как институт гражданского общества. Культура как фактор социальных изменений. Концепция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социаль-ного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прогресса. Формирование мировой системы. Место России в мировом сообществе. Методы социологического исследования. Понятие современной политической науки.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История ветеринарии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Сформировать у студентов основы по изучению исторических этапов развития ветеринарной профессии с древнейших времен до наших дней.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ГСЭ.Р.2,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1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>
        <w:rPr>
          <w:rFonts w:ascii="Times New Roman" w:hAnsi="Times New Roman" w:cs="Times New Roman"/>
          <w:sz w:val="28"/>
          <w:szCs w:val="28"/>
        </w:rPr>
        <w:t xml:space="preserve">: Предмет, задачи и методы истории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ветери-нарии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Зарождение ветеринарии в странах Древнего Востока, Греции и Рима и развитие в эпоху Возрождения и Просвещения. Народная ветеринария Древней Руси и ее развитие в русском централизованном государстве.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Вете-ринария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России в 18 веке. Ветеринария в России в 19 веке и начале 20-го века. Ветеринария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годы советской власти. Ветеринарная служба в годы Великой Отечественной войны и послевоенного восстановления.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Вете-</w:t>
      </w:r>
      <w:r>
        <w:rPr>
          <w:rFonts w:ascii="Times New Roman" w:hAnsi="Times New Roman" w:cs="Times New Roman"/>
          <w:sz w:val="28"/>
          <w:szCs w:val="28"/>
        </w:rPr>
        <w:lastRenderedPageBreak/>
        <w:t>ринария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СССР в 1953- 1991 годы. Реформация ветеринарной службы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Рос-сии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90-е годы. Ветеринария в России на современном этапе.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Психология и педагогика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 </w:t>
      </w:r>
      <w:r>
        <w:rPr>
          <w:rFonts w:ascii="Times New Roman" w:hAnsi="Times New Roman" w:cs="Times New Roman"/>
          <w:sz w:val="28"/>
          <w:szCs w:val="28"/>
        </w:rPr>
        <w:t xml:space="preserve">повышение общей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психологопедагогической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куль-туры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важнейшей составляющей общекультурной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общегуманитарной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подготовки специалиста, формирование целостного представления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психо-логических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особенностях человека как факторах успешности 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деятельно-сти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развитие навыков самостоятельного критического мышления, развитие умения самостоятельно учиться и адекватно оценивать свои возможности.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ГСЭ.Р.4,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4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>
        <w:rPr>
          <w:rFonts w:ascii="Times New Roman" w:hAnsi="Times New Roman" w:cs="Times New Roman"/>
          <w:sz w:val="28"/>
          <w:szCs w:val="28"/>
        </w:rPr>
        <w:t xml:space="preserve">: Роль изучения психологии и педагогики в процессе профессиональной подготовки современного специалиста. Предмет и методы психологии и педагогики. Постулаты и принципы построения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пси-хологической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реальности в современной психологии и педагогике. Психика и организм. Чувственное и рациональное познание. Мышление, творчество и рефлексия в деятельности современного специалиста. Общее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индивидуаль-ное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психике. Ролевой уровень поведения и его отражение в психике.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Педа-гогика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наука. Основные категории педагогики. Ценности и цели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образо-вания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Педагогический процесс. Педагогическая деятельность.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Деловой этикет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у учащихся научных знаний об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ос-нове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процесса общения, изучение основных подходов к организации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делово-го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взаимодействия, в формировании умений использовать различные техники для ведения эффективного общения в рамках будущее профессиональной деятельности.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ГСЭ.В.1.1, дисциплина осваивается в 2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делового этикета, его виды и формы. Функции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делового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об-щения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Прагматическая функция, формирующая, функция подтверждения, организации и поддержания межличностных отношений,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внутриличностная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функция.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 и средства общения. Механизмы межличностного восприятия: идентификация,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рефлексия.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Эффекты межличностного восприятия: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стереотипизация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эффект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орео-ла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эффект первого впечатления. Механизмы межличностного восприятия: идентификация,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рефлексия. Эффекты межличностного восприятия: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стереотипизация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эффектореола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эффект первого впечатления,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физиогноми-ческая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редукция, каузальная атрибуция.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Самопрезентация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Имидж делового человека.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Коммуникативная сторона общения. Структура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коммуникативного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ак-та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Прием и передача информации. Понятие обратной связи. Правила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эффек-тивно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обратной связи. Деловая беседа. Деловая беседа как основная. Форма делового общения. Этапы деловой беседы. Создание благоприятного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психо-</w:t>
      </w:r>
      <w:r>
        <w:rPr>
          <w:rFonts w:ascii="Times New Roman" w:hAnsi="Times New Roman" w:cs="Times New Roman"/>
          <w:sz w:val="28"/>
          <w:szCs w:val="28"/>
        </w:rPr>
        <w:lastRenderedPageBreak/>
        <w:t>логического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климата. Парирование замечаний собеседников. Деловое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сове-щание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Конференция. Понятие, общая характеристика делового совещания, конференции. Особенности организации совещания, конференций. Мозговой штурм и фокус-группа. Деловые переговоры. Понятие переговоров. Тактики переговоров. Структура переговорного процесса. Национальные особенности переговорного процесса.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Культура речи и общения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обосновать понятие языковой нормы, осветить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ре-чевые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нормы учебной и научной сфер деятельности, свойства официально-деловой письменной речи, привить навыки культуры бытового и делового общения.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ГСЭ.В.1.2, дисциплина осваивается в 2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Стили современного русского языка.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Язы-ковая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норма. Речевое взаимодействие. Устная и письменная разновидности литературного языка. Нормативные, коммуникативные, этические аспекты устной и письменной речи. Функциональные стили современного русского языка. Научный стиль.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Речевые нормы учебной и научной сфер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деятельно-сти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Речевые нормы учебной и научной сфер деятельности. Официально-деловой стиль, сфера его функционирования, жанровое разнообразие.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Языко-вые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формулы официальных документов. Интернациональные свойства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рус-ской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официально-деловой письменной речи. Правила оформления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докумен-тов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Речевой этикет в документе. Жанровая дифференциация и отбор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языко-вых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средств в публицистическом стиле. Особенности устной публичной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ре-чи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Оратор и его аудитория. Основные типы аргументов. Подготовка речи. Словесное оформление публичного выступления. Разговорная речь в системе функциональных разновидностей русского литературного языка. Культура речи. Основные направления совершенствования навыков грамотного письма и говорения.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Ветеринарное предпринимательство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является освоение трудового, финансового,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нало-гового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законодательства: маркетинга, менеджмента в сфере ветеринарного предпринимательства, а также методики установления расценок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ветери-нарные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работы и организация различных форм ветеринарной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предпринима-тельской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деятельности.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ГСЭ.В.2.1, дисциплина осваивается в 6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Введение. Понятие о ветеринарном предпринимательстве, его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основ-ные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формы. Правовое регулирование ветеринарного предпринимательства. Формы организации ветеринарного предпринимательства. Лицензирование ветеринарной деятельности. Риск предпринимательства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ветеринарной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дея-тельности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Финансирование сферы ветеринарного предпринимательства.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Це-нообразование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сфере ветеринарного предпринимательства.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Налогооблаже-ние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сферы ветеринарного предпринимательства. Маркетинг в сфере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ветери-нарного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предпринимательства. Ветеринарный менеджмент. Государственное </w:t>
      </w:r>
    </w:p>
    <w:p w:rsidR="00976868" w:rsidRDefault="00976868" w:rsidP="00976868">
      <w:pPr>
        <w:pStyle w:val="Default"/>
        <w:pageBreakBefor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регулирование и контроль ветеринарного предпринимательства.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Ветеринар-ное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делопроизводство.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Административная ответственность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широкого кругозора и высокой правовой культуры специалиста сельского хозяйства, способного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практиче-ской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работе творчески решать сложные хозяйственные и социальные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вопро-сы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быть юридически грамотным организатором производства,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компетент-ным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руководителем.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ГСЭ.В.2.2, дисциплина осваивается в 6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дисциплины: А</w:t>
      </w:r>
      <w:r>
        <w:rPr>
          <w:rFonts w:ascii="Times New Roman" w:hAnsi="Times New Roman" w:cs="Times New Roman"/>
          <w:sz w:val="28"/>
          <w:szCs w:val="28"/>
        </w:rPr>
        <w:t xml:space="preserve">дминистративно–правовое принуждение как вид государственного принуждения. Административное правонарушение административная ответственность. Производство по делам об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администра-тивных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правонарушениях. Дисциплинарная и материальная ответственность по административному праву.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Психология управления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получение студентами профессионально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необхо-димых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психологических знаний и навыков для решения проблем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повыше-ния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эффективности управления организациями и собственной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профессио-нальной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деятельностью.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ГСЭ.В.2.2, дисциплина осваивается в 4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Психология управления как наука: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пред-мет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цели, основные принципы и задачи, методы психологии управления.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Ис-тория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становления психологии управления. Организационное поведение как объект управления. Управление коммуникациями (межличностный,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группо-вой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общеорганизационный уровень). Управление неоптимальными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состоя-ниями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(конфликтами и стрессами) Личность в </w:t>
      </w:r>
      <w:proofErr w:type="gramStart"/>
      <w:r>
        <w:rPr>
          <w:rFonts w:ascii="Times New Roman" w:hAnsi="Times New Roman" w:cs="Times New Roman"/>
          <w:sz w:val="28"/>
          <w:szCs w:val="28"/>
        </w:rPr>
        <w:t>управленческих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взаимодейст-виях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Проблема руководства и лидерства. Психологические особенности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лич-ности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руководителя. Психология эффективного управленческого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взаимодей-ствия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: эффективное использование ресурсов организационной власти,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пове-денческие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ситуационные модели стилей управления. Психология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управле-ния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групповыми явлениями и процессами. Психология принятия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управленче-ских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решений.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Организационная психология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дать студентам профессионально необходимые знания о психологических закономерностях поведения людей в организации, сформировать способность анализировать, прогнозировать и воздействовать на поведение людей в организации.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ГСЭ.В.2.2, дисциплина осваивается в 4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Организационная психология как наука (история, предмет, методы). Уровни анализа организационного поведения. Личность и организация.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Организационная власть (основания, ресурсы, виды организационной власти, модели организационной власти с позиции ее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субъ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</w:p>
    <w:p w:rsidR="00976868" w:rsidRDefault="00976868" w:rsidP="00976868">
      <w:pPr>
        <w:pStyle w:val="Default"/>
        <w:pageBreakBefore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екта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объекта, мотивация власти, её индивидуально-психологические,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ген-дерные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переменные, феномен деструктивного подчинения).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Феномен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лидер-ства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организации (структурный, поведенческий, ситуационный подходы). Мотивация организационного поведения (содержательные и процессуальные теории, методы формирования желательных форм организационного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поведе-ния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). Управление группой в организации. Управление коммуникациями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ор-ганизации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(коммуникационные системы, уровни, виды, формы, способы коммуникаций, факторы её эффективности; построение эффективного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дело-вого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взаимодействия членов организации). Организационная культура (структура, содержательные характеристики, методы изучения и воздействия на организационную культуру, организационные ценности и их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формирова-ние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). Управление неоптимальными состояниями (конфликтами, стрессами). Организационное развитие (сущность, условия, виды программ, способы и методы внедрения изменений, этапы, их психологическое содержание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пси-хологическое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обеспечение).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ЕН - МАТЕМАТИЧЕСКИЙ И ЕСТЕСТВЕННОНАУЧНЫЙ ЦИКЛ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Математика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познакомить студентов с основными идеями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по-нятиями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высшей математики, научить студентов языку математики.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>
        <w:rPr>
          <w:rFonts w:ascii="Times New Roman" w:hAnsi="Times New Roman" w:cs="Times New Roman"/>
          <w:sz w:val="28"/>
          <w:szCs w:val="28"/>
        </w:rPr>
        <w:t xml:space="preserve">: Цикл ЕН.Ф.1,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1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>
        <w:rPr>
          <w:rFonts w:ascii="Times New Roman" w:hAnsi="Times New Roman" w:cs="Times New Roman"/>
          <w:sz w:val="28"/>
          <w:szCs w:val="28"/>
        </w:rPr>
        <w:t xml:space="preserve">: Аналитическая геометрия и линейная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ал-гебра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; дифференциальное и интегральное исчисления; ряды;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дифференци-альные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уравнения; элементы теории вероятностей; статистические методы обработки экспериментальных данных.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Информатика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ознакомление студентов с основными понятиями информатики, вычислительной техники и использование основных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информа-ционных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методов.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ЕН.Ф.2,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 2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Понятие информации; общая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характери-стика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процессов сбора, передачи, обработки и накопления информации;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тех-нические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программные средства реализации информационных процессов; модели решения функциональных и вычислительных задач; алгоритмизация и программирование; языки программирования высокого уровня; базы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дан-ных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программное обеспечение и технология программирования; локальные и глобальные сети ЭВМ: основы защиты информации и сведений,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состав-ляющих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Государственную тайну;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методы защиты информации;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компьютер-ный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практикум. </w:t>
      </w:r>
    </w:p>
    <w:p w:rsidR="00976868" w:rsidRDefault="00976868" w:rsidP="00976868">
      <w:pPr>
        <w:pStyle w:val="Default"/>
        <w:pageBreakBefore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Физика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 – </w:t>
      </w:r>
      <w:r>
        <w:rPr>
          <w:rFonts w:ascii="Times New Roman" w:hAnsi="Times New Roman" w:cs="Times New Roman"/>
          <w:sz w:val="28"/>
          <w:szCs w:val="28"/>
        </w:rPr>
        <w:t xml:space="preserve">ознакомление студентов с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современными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пред-ставлениями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биофизических процессах в клетке.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ЕН.Ф.3,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1…2 семестрах.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Термодинамика и биоэнергетика.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Механи-ка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биомеханика (колебания и волны). Акустика. Гидродинамика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гемоди-намика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Молекулярная физика и свободно - радикальное окисление.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Элек-тричество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магнетизм. Оптика и квантовые явления в организмах. Атомная и ядерная физика. Физический практикум.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Неорганическая химия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привить студентам знания по теоретическим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осно-вам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химии и свойствам важнейших биогенных и токсичных химических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эле-ментов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образуемых ими простых и сложных неорганических веществ,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нау-чить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студентов предсказывать возможность и направление протекания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хими-ческих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реакций, устанавливать взаимосвязи между строением вещества и его химическими свойствами, пользоваться современной химической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термино-логией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привить навыки расчетов с использованием основных понятий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за-конов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стехиометрии, закона действующих масс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понятий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водородный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гид-роксильный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показатели и расчетов, необходимых для приготовления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раство-ров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заданного состава, ознакомить студентов с особенностями химических свойств важнейших биогенных макро- и микроэлементов, а также элементов, соединения которых представляют собой опасность для окружающей среды.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ЕН.Ф.4,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1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Периодическая система и строение атомов элементов; химическая связь; ковалентная связь; метод валентных связей; гибридизация; метод молекулярных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орбиталей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ионная связь; химическая связь в комплексных соединениях; строение вещества в конденсированном состоянии; растворы; способы выражения концентраций; идеальные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не-идеальные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растворы, активность; растворы электролитов; равновесия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рас-творах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окислительно-восстановительные реакции; протеолитическое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рав-новесие</w:t>
      </w:r>
      <w:proofErr w:type="spellEnd"/>
      <w:r>
        <w:rPr>
          <w:rFonts w:ascii="Times New Roman" w:hAnsi="Times New Roman" w:cs="Times New Roman"/>
          <w:sz w:val="28"/>
          <w:szCs w:val="28"/>
        </w:rPr>
        <w:t>; гидролиз солей; скорость химических реакций;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химия элементов групп периодической системы.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Аналитическая химия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знаний по методам химического анализа; научить студентов выбирать оптимальный метод анализа,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пользо-ваться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современной химической терминологией в области аналитической химии; выработать умения использования лабораторного оборудования,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хи-мической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посуды и измерительных приборов, овладение навыками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матема-тической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обработки результатов анализа; воспитать ответственное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отноше-ние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результатам анализа, полученным при самостоятельной работе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лабо-ратории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ЕН.Ф.5,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 2 семестре. </w:t>
      </w:r>
    </w:p>
    <w:p w:rsidR="00976868" w:rsidRDefault="00976868" w:rsidP="00976868">
      <w:pPr>
        <w:pStyle w:val="Default"/>
        <w:pageBreakBefor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Элементный, молекулярный, фазовый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ана-лиз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; качественный анализ; метод разделения и концентрирования веществ, методы количественного анализа; гравиметрический анализ, кислотно-основное, окислительно-восстановительное,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осадителъное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комплексоно-метрическое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титрование.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Органическая химия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дать студентам новейшие сведения и факты об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ос-новных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понятиях и законах органической химии. Изучить классификацию, строение и номенклатуру органических соединений.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ЕН.Ф.6,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осваива-ется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 2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Классификация, строение и номенклатура органических соединений; классификация органических реакций;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равно-весие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скорости, механизмы, катализ органических реакций; свойства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ос-новных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классов органических соединений.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Биологическая химия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изучить особенности химического состава и структуры биополимеров, их роль при химических процессах, лежащих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ос-нове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их жизнедеятельности; изучить теоретические и методологические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ос-новы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биохимии с формировать навыки самостоятельной научно -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исследова-тельской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педагогической деятельности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ЕН.Ф.7,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4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Предмет и задачи курса; белки,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нуклеино-вые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кислоты; ферменты; фотосинтез; ферментативные превращения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угле-водов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липиды; витамины; процессы диссимиляции; обмен азота;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взаимо-связь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процессов обмена веществ в организме.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Биология с основами экологии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у студентов биологического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мыш-ления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целостного естественнонаучного мировоззрения.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ЕН.Ф.8,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 2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Общая биология.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Основные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закономер-ности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живых организмов. Химическая основа жизни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ология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клетки.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Кле-точная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теория. Прокариоты и эукариоты: происхождение и структурно-функциональная организация. Обмен веществ и энергии в клетке.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Жизнен-ный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митотический цикл клетки. Дифференциация клеток.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Размноже-ние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организмов. Бесполое и половое размножение. Гаметогенез. Структура половых клеток. Оплодотворение. Чередование поколений.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Гермафроди-тизм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половой диморфизм. Биология развития. Онтогенез. Биологические аспекты старения, смерти. Регенерация органов и тканей. Эволюция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живот-ного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мира. Происхождение жизни, теория эволюции. Учение о виде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видо-образовании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Филогенез. Экология. Общая структура экосистем.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Биотиче-ский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абиотический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компоненты экосистем. Эволюции популяций. Динами-</w:t>
      </w:r>
    </w:p>
    <w:p w:rsidR="00976868" w:rsidRDefault="00976868" w:rsidP="00976868">
      <w:pPr>
        <w:pStyle w:val="Default"/>
        <w:pageBreakBefore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гомеостаз популяций. Биосфера. Круговорот веществ в биосфере.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Ис-кусственные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экосистемы.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Агроценозы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Микробиология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показать многообразие микробного мира, его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гло-бальную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роль в жизни планеты, в практической деятельности человека,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зна-чение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возникновении инфекционных болезней животных и человека. Дать студентам теоретические и практические знания по микробиологическому исследованию патологического материала, пищевых продуктов, кормов,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объ-ектов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внешней среды, ознакомить с возбудителями инфекционных болезней.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>
        <w:rPr>
          <w:rFonts w:ascii="Times New Roman" w:hAnsi="Times New Roman" w:cs="Times New Roman"/>
          <w:sz w:val="28"/>
          <w:szCs w:val="28"/>
        </w:rPr>
        <w:t xml:space="preserve">: Цикл ЕН.Ф.9,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3…4 семестрах.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Краткая история развития микробиологии. Систематика микроорганизмов. Морфология и изменчивость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микроорганиз-мов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физиология микроорганизмов. Распространение микробов в природе. Влияние факторов внешней среды на микроорганизмы. Учение об инфекции и иммунитете, возрастные особенности иммунологического статуса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живот-ных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иммунодефицит. Частная микробиология. Патогенные кокковые формы микроорганизмов;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энтеробактерии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пастереллы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бруцеллы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патогенные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псев-домонасы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листерии, лептоспиры,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эризепелотриксы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патогенные анаэробы, микобактерии, актиномицеты,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микоплазмы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риккетсии;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франциселлы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кори-нобактерии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Возбудители микозов,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микотоксикозов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6868" w:rsidRDefault="00976868" w:rsidP="00976868">
      <w:pPr>
        <w:pStyle w:val="Default"/>
        <w:rPr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Физколлоидная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химия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состоит в том, чтобы дать студентам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теоретиче-ские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методологические и практические знания, формирующие современную химическую основу для освоения профилирующих учебных дисциплин и выполнения основных профессиональных задач: профилактики и лечения болезней животных, повышения производства доброкачественных продуктов и сырья животного происхождения, охраны окружающей среды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загрязне-ний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>
        <w:rPr>
          <w:rFonts w:ascii="Times New Roman" w:hAnsi="Times New Roman" w:cs="Times New Roman"/>
          <w:sz w:val="28"/>
          <w:szCs w:val="28"/>
        </w:rPr>
        <w:t xml:space="preserve">: Цикл ЕН.Ф.10,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3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 </w:t>
      </w:r>
      <w:r>
        <w:rPr>
          <w:rFonts w:ascii="Times New Roman" w:hAnsi="Times New Roman" w:cs="Times New Roman"/>
          <w:sz w:val="28"/>
          <w:szCs w:val="28"/>
        </w:rPr>
        <w:t xml:space="preserve">Основы химической термодинамики;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нача-ла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термодинамики; термодинамические функции; химический потенциал и общие условия равновесия систем; фазовые равновесия и свойства растворов; равновесия в однокомпонентных и многокомпонентных системах;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хи-мическое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равновесие; термодинамическая теория химического равновесия в растворах электролитов; термодинамическая теория ЭДС; Химическая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кине-тика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гомогенный и ферментативный катализ.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Классификация дисперсных систем; поверхностные явления: диспергирование, концентрирование,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эмуль-гирование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смачивание, адгезия,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когезия</w:t>
      </w:r>
      <w:proofErr w:type="spellEnd"/>
      <w:r>
        <w:rPr>
          <w:rFonts w:ascii="Times New Roman" w:hAnsi="Times New Roman" w:cs="Times New Roman"/>
          <w:sz w:val="28"/>
          <w:szCs w:val="28"/>
        </w:rPr>
        <w:t>, адсорбция, капиллярные явления.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Устойчивость и коагуляция дисперсных систем. Виды и свойства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дисперс-ных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систем: основы дисперсного анализа, золи и суспензии, эмульсии, пены, аэрозоли, ВМС и ПАВ. </w:t>
      </w:r>
    </w:p>
    <w:p w:rsidR="00976868" w:rsidRDefault="00976868" w:rsidP="00976868">
      <w:pPr>
        <w:pStyle w:val="Default"/>
        <w:pageBreakBefore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Биотехнология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научного мировоззрения 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много-образии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биотехнологических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приёмов и методов получения биологически активных соединений, конструирования новых биологических веществ, а также создания новых активных форм организмов, отсутствующих в природе (гибридные молекулы).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ЕН.Р.1,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6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основы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биотехнологического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получения белковых препаратов, вакцин, ферментов, витаминов, липидов, аминокислот;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биотехнологические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процессы и стадии, используемые в других отраслях промышленности, биологическое консервирование, виноделие;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биотехноло-гическая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трансформация. </w:t>
      </w:r>
      <w:proofErr w:type="gramEnd"/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Химия пищи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Изучение состава химических веществ пищевого сырья и готовой продукции, механизмов их превращения под действием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хи-мико-биотехнологических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факторов и анализа пищевых продуктов.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>
        <w:rPr>
          <w:rFonts w:ascii="Times New Roman" w:hAnsi="Times New Roman" w:cs="Times New Roman"/>
          <w:sz w:val="28"/>
          <w:szCs w:val="28"/>
        </w:rPr>
        <w:t xml:space="preserve">: Цикл ЕН.Р.2,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7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Введение. Предмет и задачи курса. История наук о пище и рациональном питании. Концепции здорового питания. Состав и свойства химических веществ сырья и их роль в формировании качества пищевых продуктов. Белки. Незаменимые аминокислоты, их роль. Белково-калорийная недостаточность. Пищевые аллергии. Белки молока. Липиды. Структура, физико-химические и функционально-технологические свойства животных жиров. Углеводы. Структура, физико-химические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функциональ-но-технологические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свойства. Витамины. Общая характеристика, суточная потребность и источники витаминов. Пищевые кислоты. Ферменты мяса и мясных продуктов. Методы их анализа. Минеральные вещества. Микро- и макроэлементы в пищевых продуктах. Методы определения минеральных веществ. Пищевые и биологические добавки. Структура и классификация, химическая природа и механизм действия. Безопасность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пищевых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продук-тов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Классификация чужеродных веществ и пути их поступления в продукты. Окружающая среда как основной источник загрязнения продуктов питания (токсичные элементы, радиоактивное загрязнение, загрязнение веществами, применяемыми в животноводстве). Основы рационального питания.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Зоология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сформировать у студентов осмысленное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воспри-ятие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многообразия животного мира и его значения для существования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био-сферы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как глобальной экосистемы, сформировать представления об уровнях организации и планах строения животных, основных направлениях эволюции животного мира.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Цикл </w:t>
      </w:r>
      <w:r>
        <w:rPr>
          <w:rFonts w:ascii="Times New Roman" w:hAnsi="Times New Roman" w:cs="Times New Roman"/>
          <w:sz w:val="28"/>
          <w:szCs w:val="28"/>
        </w:rPr>
        <w:t xml:space="preserve">ЕН.В.1.1, дисциплина осваивается в 6 семестре. </w:t>
      </w:r>
    </w:p>
    <w:p w:rsidR="00976868" w:rsidRDefault="00976868" w:rsidP="00976868">
      <w:pPr>
        <w:pStyle w:val="Default"/>
        <w:pageBreakBefor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Содержание дисциплины. </w:t>
      </w:r>
      <w:r>
        <w:rPr>
          <w:rFonts w:ascii="Times New Roman" w:hAnsi="Times New Roman" w:cs="Times New Roman"/>
          <w:sz w:val="28"/>
          <w:szCs w:val="28"/>
        </w:rPr>
        <w:t xml:space="preserve">Предмет, объекты и методы зоологии.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Ме-сто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зоологии в системе биологических наук. История развития зоологии.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Раз-нообразие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животного мира. Уровни организации и планы строения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живот-ных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их функциональные особенности, развитие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экологическая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приспособ-ленность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Экологическая радиация таксонов животных. Царство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Однокле-точные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Особенности организации. Обзор типов: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саркомастигофор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апиком-плексов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инфузорий, происхождение, эволюция, значение. Царство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Много-клеточные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Особенности организации. Гипотезы происхождения. Обзор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ти-пов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низших многоклеточных: пластинчатых, губок; высших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многоклеточ-ных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двуслойных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(кишечнополостных, гребневиков); трехслойных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бесполо-стных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(плоских и круглых червей); трехслойных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вторичнополостных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пер-вичноротых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кольчатых червей, моллюсков, членистоногих)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вторичноро-тых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(иглокожих, полухордовых и хордовых). Тип хордовых и его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принципи-альные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отличия от беспозвоночных животных. Низшие хордовые животные: оболочники, бесчерепные. Высшие хордовые – позвоночные животные. Классы круглоротых, рыб, амфибий, рептилий, птиц и млекопитающих.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Осо-бенности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строения. Пути приспособления к жизни на суше. Эволюция,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раз-нообразие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значение позвоночных животных.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Молекулярная биология с основами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генной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инжененрии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формировать у студентов теоретическое представление об основных методах генной инженерии и дать элементарные навыки постановки генно-инженерного эксперимента в ходе лабораторных занятий.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Задачи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дисципли-ны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познакомить студентов с основными ферментами, векторами, используемыми в качестве инструментов генной инженерии; дать представление об основных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мето-дах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аппаратуре, применяемых для постановки генно-инженерных экспериментов; научить студентов анализировать современные данные об использовании методов генной инженерии для создания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трансгенных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растений и животных с полезными свойствами. </w:t>
      </w:r>
      <w:proofErr w:type="gramEnd"/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ЕН.В.2.2,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6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Технология получения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рекомбинантных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ДНК </w:t>
      </w:r>
      <w:proofErr w:type="spellStart"/>
      <w:r>
        <w:rPr>
          <w:rFonts w:ascii="Times New Roman" w:hAnsi="Times New Roman" w:cs="Times New Roman"/>
          <w:sz w:val="28"/>
          <w:szCs w:val="28"/>
        </w:rPr>
        <w:t>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vitro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способы введения их в клетки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прокариот, идентификация клеток, содержащих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рекомбинантные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ДНК, конструирование штаммов-продуцентов для использования в биотехнологии.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Охрана природы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ознакомить с влиянием хозяйственной деятельности человека на биологические и минеральные ресурсы Земли, необходимостью их рационального использования, а так же сохранения биологического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раз-нообразия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природе.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Задачи курса: обеспечить знание антропогенного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влия-ния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природные компоненты в разные исторические эпохи и в настоящее время и последствия этого; рассмотреть вопросы охраны и рационального использования недр, воздуха, вод, растительных и животных ресурсов; </w:t>
      </w:r>
      <w:proofErr w:type="spellStart"/>
      <w:r>
        <w:rPr>
          <w:rFonts w:ascii="Times New Roman" w:hAnsi="Times New Roman" w:cs="Times New Roman"/>
          <w:sz w:val="28"/>
          <w:szCs w:val="28"/>
        </w:rPr>
        <w:t>уде-лить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особое внимание охране рыбных ресурсов, морских и наземных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млеко-питающих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 птиц; дать сведения по современной охране природных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ресур-</w:t>
      </w:r>
      <w:r>
        <w:rPr>
          <w:rFonts w:ascii="Times New Roman" w:hAnsi="Times New Roman" w:cs="Times New Roman"/>
          <w:sz w:val="28"/>
          <w:szCs w:val="28"/>
        </w:rPr>
        <w:lastRenderedPageBreak/>
        <w:t>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РФ и странах зарубежья;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способствовать осознанию актуальности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кон-цепции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устойчивого развития общества как новой экологически приемлемой модели экономического развития современной цивилизации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возможно-сти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последующих разработок более совершенных форм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социоприродных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взаимодействий.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ЕН.В.3.1,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6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Охрана природных ресурсов - сохранение жизни человека на Земле. Особенности взаимодействия общества и природы на современном этапе развития человечества. Влияние деятельности человека на природу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различ-ные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исторические эпохи. Формы воздействия человека на природную среду. Охрана природы и окружающей среды. Факторы, обусловливающие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воздей-ствия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человека на окружающую среду. Экологические принципы охраны природы. Особенности охраны чистоты атмосферы, водных ресурсов, почвы, растительного и животного мира. Пути сохранения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биоразнообразия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гено-фонда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биосферы. Охрана растительного мира. Международное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сотрудниче-ство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Охрана животного мира. Методы контроля качества окружающей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сре-ды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Концепция экологической политики.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Теория эволюции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 дисциплины</w:t>
      </w:r>
      <w:r>
        <w:rPr>
          <w:rFonts w:ascii="Times New Roman" w:hAnsi="Times New Roman" w:cs="Times New Roman"/>
          <w:sz w:val="28"/>
          <w:szCs w:val="28"/>
        </w:rPr>
        <w:t xml:space="preserve">: формирование систематизированных знаний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об-ласти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теории эволюции.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Задачи дисциплины: приобретение знаний,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позво-ляющих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эволюционных позиций оценивать конкретные факты, процессы и явления, изучаемые в рамках дисциплин профессионального цикла и в своей профессиональной деятельности; изучение молекулярно-генетических основ эволюционного процесса; формирование представления о роли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эволюцион-ной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идеи в биологическом мировоззрении, об основных теориях эволюции, концепциях видообразования; формирование знаний о вкладе русских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рос-сийских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ученых в теорию эволюции;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формирование представлений об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основ-ных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концепциях видообразования; появлении и эволюции адаптаций; роли естественного отбора как направляющего фактора эволюции популяций. Знания по теории эволюции базируются на знаниях органической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биологи-ческой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химии, анатомии, цитологии, гистологии и эмбриологии, общей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гене-тики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физиологии и этологии, зоологии, экологии животных.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ЕН.В.3.2,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6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История развития эволюционных взглядов. Синтетическая теория эволюции. Факторы эволюции.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Микроэволюция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Гене-тические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основы эволюции. Экологические основы эволюции. Естественный отбор. Вид и видообразование. Пути и закономерности эволюции.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Макроэво-люция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Соотношение микро- и макроэволюции. Соотношение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индивидуаль-ного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исторического развития. Дифференциация и интеграция в филогенезе. Закономерности филогенеза. Главные направления эволюционного процесса. </w:t>
      </w:r>
    </w:p>
    <w:p w:rsidR="00976868" w:rsidRDefault="00976868" w:rsidP="00976868">
      <w:pPr>
        <w:pStyle w:val="Default"/>
        <w:pageBreakBefor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ЦИКЛ ОПД – ОБЩЕПРОФЕССИОНАЛЬНЫЕ ДИСЦИПЛИНЫ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Стандартизация и контроль безопасности и качества лекарственных средств и кормов для животных.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изучение основной нормативно-технической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до-кументации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производстве ветеринарных препаратов и кормов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жи-вотных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Ветеринарно-санитарный контроль при производстве лекарственных средств и кормов для животных.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ОПД.Ф.1,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7 семестре.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Правовая база стандартизации и контроля безопасности и качества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ле-карственных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средств и кормов для животных. Федеральные законы «О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тех-ническом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регулировании», «О лекарственных средствах», «О ветеринарии», ОСТ 42-510-98 «Правила организации производства и контроля качества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ле-карственных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средств (GMP)». Цели и задачи. Основные принципы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организа-ции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производства, системы качества. История развития производства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лекар-ственных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средств для лечения животных и кормов. Создание в России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науч-но-исследовательских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институтов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биофабрик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Организация системы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кон-троля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ветеринарных и биологических препаратов. Ветеринарно-санитарные и гигиенические требования к проектированию, строительству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эксплуата-ции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биофабрик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Ветеринарно-санитарные и гигиенические требования к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сы-рью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животным-продуцентам и лабораторным животным. Порядок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использо-вания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документами и Техническими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регла-ментами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Лекарственные средства и корма для животных. Разработка,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док-линические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клинические исследования. Номенклатура показателей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мето-ды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контроля качества и безопасности. Разрешительная система производства лекарственных средств. Средства неспецифической защиты животных.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Со-блюдение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требований Технического регламента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надзо-ру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регистрации ветеринарных препаратов. Обязательная и добровольная сертификация лекарственных средств и кормов. Схемы сертификации.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Но-менклатура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показателей, методы контроля качества и безопасности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лекарст-венных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средств и кормов. Делопроизводство при сертификации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лекарствен-ных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средств и кормов.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Латинский язык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Цели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обучать студентов терминологической латыни, функционирующей в ветеринарии и общебиологических науках. Научить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ве-теринарно-санитарного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врача практически применять изучаемую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профессио-нальную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терминологию.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ОПД.Ф.2,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1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Основы латинской ветеринарной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термино-логии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Орфоэпия и орфография. Вопросы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терминоведения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Терминологиче-ское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заимствование. Способы терминообразования. Латинский язык.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Грам-матический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минимум. Рецептура. </w:t>
      </w:r>
    </w:p>
    <w:p w:rsidR="00976868" w:rsidRDefault="00976868" w:rsidP="00976868">
      <w:pPr>
        <w:pStyle w:val="Default"/>
        <w:pageBreakBefore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Анатомия сельскохозяйственных и промысловых животных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сформировать у студентов морфологического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по-нимания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сущности строения организма как единого целого; изучение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топо-графии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внутренних органов и систем организма с учетом общих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закономер-ностей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видовых особенностей животных в возрастном аспекте.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ОПД.Ф.3,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1…2 семестрах.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Остеология, миология, спланхнология, аппарат движения. Видовые особенности и отличие костяка различных видов сельскохозяйственных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жи-вотных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Остеология, миология, спланхнология, аппарат движения.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Видовые особенности и отличие костяка различных видов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сельскохо-зяйственных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животных. Строение кожного покрова, ангиология, морфология желез внутренней секреции, неврология. Строение органов чувств;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особенно-сти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анатомии домашних животных и птиц. Аналогичные особенности диких промысловых животных.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Ветеринарная фармакология и токсикология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Изучение свойств лекарственных веществ, их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влия-ния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физиологические функции организма животных, применение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лечеб-ной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профилактической целью.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Ознакомить студентов влиянием токсических веществ антропогенного и естественного происхождения на организм сельскохозяйственных,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домаш-них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диких и промысловых животных, рыб и пчел, методы лечения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профи-лактики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токсикозов, санитарное качество продуктов животноводства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слу-чае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отравлений животных.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ОПД.Ф.4, дисциплина осваивается в 5…6 семестрах.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фармакология и частная.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Фармакодинамика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фармакокинетика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принципы действия лекарственных веществ, классификация лекарственных средств.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Фармакопрофилактика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фармакорегуляция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воздействие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лекарст-венных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средств на различные виды животных, особенности реакции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живот-ных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введение лекарств. Рецептура с основами фармакогнозии и аптечного дела. Клиническая фармакология.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Животноводство с основами зоогигиены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ознакомить студентов основами животноводства и гигиены производства продукции животноводства.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ОПД.Ф.5,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3…4 семестрах.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Породы отечественного скота. Происхождение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биологические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осо-бенности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крупнорогатого скота. Технология производства говядины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моло-ка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факторы, влияющие на качество говядины и молока. Биологические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осо-бенности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происхождение и основные породы свиней, овец и птиц. Понятие об экстерьере крупного рогатого скота, свиней и птиц. Основы кормления </w:t>
      </w:r>
    </w:p>
    <w:p w:rsidR="00976868" w:rsidRDefault="00976868" w:rsidP="00976868">
      <w:pPr>
        <w:pStyle w:val="Default"/>
        <w:pageBreakBefor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животных. Оценка молочной продуктивности коров, выращивание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молодня-ка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Мясная продуктивность животных. Откорм скота и качества мяса.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Опре-деление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возраста и мечение животных. Производство говядины, свинины, баранины. Влияние различных способов откорма на мясные качества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живот-ных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птиц. Гигиена воздушной среды, почвы, воды, кормов, ухода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кон-троль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условиями содержания животных на фермах, при перевозках,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ба-зе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предубойного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содержания. Ветеринарно-санитарные требования к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объек-там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ветеринарного надзора.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Ветеринарная пропедевтика болезней животных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Цели дисциплины</w:t>
      </w:r>
      <w:r>
        <w:rPr>
          <w:rFonts w:ascii="Times New Roman" w:hAnsi="Times New Roman" w:cs="Times New Roman"/>
          <w:sz w:val="28"/>
          <w:szCs w:val="28"/>
        </w:rPr>
        <w:t xml:space="preserve">: Формирование у студентов как у будущих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ветери-нарно-санитарных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специалистов врачебной этике, врачебного мышления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ус-воить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получить в дальнейшем практические навыки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предубойной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оцен-ке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клинического состояния сельскохозяйственных животных, по проведению организационных, диагностических мероприятий, направленных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увеличе-ние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выхода экологически чистых продуктов животноводства.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>
        <w:rPr>
          <w:rFonts w:ascii="Times New Roman" w:hAnsi="Times New Roman" w:cs="Times New Roman"/>
          <w:sz w:val="28"/>
          <w:szCs w:val="28"/>
        </w:rPr>
        <w:t xml:space="preserve">: Цикл ОПД.Ф.6,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4…5 семестрах.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дисциплины. </w:t>
      </w:r>
      <w:r>
        <w:rPr>
          <w:rFonts w:ascii="Times New Roman" w:hAnsi="Times New Roman" w:cs="Times New Roman"/>
          <w:sz w:val="28"/>
          <w:szCs w:val="28"/>
        </w:rPr>
        <w:t xml:space="preserve">Общие и специальные методы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клиническо-го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исследования. Виды клинического диагноза и прогнозы болезни.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Опреде-ление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габитуса, термометрия, исследование слизистых, лимфатических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уз-лов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Порядок и методы исследования систем организма. Основы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рентгеноло-гии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Основы клинической энзимологии, иммунологии и эндокринологии.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Безопасность жизнедеятельности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вооружить студентов теоретическими знаниями и практическими навыками, необходимыми для создания комфортного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состоя-ния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окружающей среды в процессе трудовой деятельности; идентификации опасностей природного, техногенного и антропогенного происхождения; планирования и реализации мер защиты человека от опасностей,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направлен-ных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предупреждение производственного травматизма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профессиональ-ной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заболеваемости при работе с животными, обращении с агрессивными и ядовитыми веществами, использовании электричества и энергосилового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обо-рудования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обслуживании машин и оборудования; обеспечения устойчивости функционирования объектов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эргатических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 в штатных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чрезвычай-ных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ситуациях; принятия решений по защите производственного персонала и населения от возможных последствий аварий, катастроф, стихийных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бедст-вий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применения современных средств поражения; прогнозирования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разви-тия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опасных ситуаций.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ОПД.Ф.7,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4…5 семестрах.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Безопасность труда как составная часть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ан-тропогенной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экологии; источники антропогенных факторов; параметры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мик-роклимата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производственной среды; источники загрязнения воздуха;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меха-нические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акустические колебания; электромагнитные поля; ионизирующее излучение; видимый диапазон электромагнитных излучений; действие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элек-трического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тока на организм человека; защита от поражения электрическим </w:t>
      </w:r>
    </w:p>
    <w:p w:rsidR="00976868" w:rsidRDefault="00976868" w:rsidP="00976868">
      <w:pPr>
        <w:pStyle w:val="Default"/>
        <w:pageBreakBefor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током; пожарная безопасность; принципы возникновения и классификация чрезвычайных ситуаций; размер и структура зон поражения; особенности аварии на объектах атомной энергетики; организация и проведение защитных мер при внезапном возникновении чрезвычайных ситуаций; правовое,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нор-мативно-технические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организационные основы безопасности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жизнедея-тельности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Биологическая безопасность сырья и продуктов животного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происхож-дения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Понятие биологической безопасности как отсутствие недопустимого риска или ущерба здоровью и жизни людей при употреблении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общеприня-тых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количествах продуктов животного происхождения.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>Гигиеническая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ха-рактеристика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основных компонентов сырья и продуктов животного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проис-хождения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Основные законы РФ, регламентирующие безопасность сырья продуктов питания для человека и окружающей среды. Загрязнение сырья и продуктов животного происхождения ксенобиотиками химического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биоло-гического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происхождения (микроорганизмы и их токсины, токсические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эле-менты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антибиотики, пестициды, нитраты, нитриты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нитрозоамины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диокси-ны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диоксиноподобные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соединения, полициклические ароматические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угле-воды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радионуклеиды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пищевые добавки). Методы контроля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ксенобиотиков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сырье и продуктах животного происхождения, способы снижения вредного воздействия на человека и окружающую среду. Утилизация отходов.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Физиология и этология животных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у студентов фундаментальных и профессиональных знаний о физиологических процессах и функциях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орга-низме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млекопитающих и птиц,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их качественном своеобразии в организме продуктивных сельскохозяйственных животных, домашних, лабораторных и экзотических животных, необходимых ветеринарному врачу для научного обоснования мероприятий, связанных с созданием оптимальных условий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со-держания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кормления и эксплуатации животных, предупреждением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заболе-ваний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оценкой здоровья, характера и степени нарушений 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орга-нов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организма, определением путей и способов воздействий на организм в целях коррекции деятельности органов.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ОПД.Ф.8,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3…4 семестрах.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Общая физиология возбудимых тканей.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Фи-зиология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мышц, нервов, синапсов. Физиология центральной нервной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эн-докринной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систем. Системы крови, кровообращения,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лимфообращения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Им-мунная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система. Физиология дыхания и пищеварения. Обмен веществ и энергии. Физиология выделительной системы. Физиология кожи, физиология репродукций и лактации. Физиология движения, анализаторы и сенсорные системы. Высшая нервная деятельность. Физиология адаптации. Этология животных: формы и системы поведения, врожденное и приобретенное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пове-дение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виды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научения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Этологическая структура сообществ.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Патологическая физиология животных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 – </w:t>
      </w:r>
      <w:r>
        <w:rPr>
          <w:rFonts w:ascii="Times New Roman" w:hAnsi="Times New Roman" w:cs="Times New Roman"/>
          <w:sz w:val="28"/>
          <w:szCs w:val="28"/>
        </w:rPr>
        <w:t xml:space="preserve">научить студентов разбираться в механизмах развития болезней и выздоровления, усвоить основные и общие законы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976868" w:rsidRDefault="00976868" w:rsidP="00976868">
      <w:pPr>
        <w:pStyle w:val="Default"/>
        <w:pageBreakBefore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тельности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органов и систем у больного животного. Задачей дисциплины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яв-ляется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изучение механизмов расстройства функций отдельных органов и систем, основных типовых патологических процессов и формирование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пред-ставлений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механизмах, обеспечивающих здоровье и устойчивость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живот-ных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патогенным факторам,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приспосабливаемость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организмов к условиям существования.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ОПД.Ф.9,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5…6 семестрах.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Общая нозология, общая этиология.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Об-щий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патогенез. Действие болезнетворных факторов внешней среды.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Патофи-зиология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клетки. Реактивность организма. Патофизиология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иммунной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систе-мы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Типические патологические процессы. Нарушение периферического кровообращения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микроциркуляции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Воспаление. Патология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тепловой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регу-ляции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Гипербиотические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процессы. Опухолевый рост.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Гипобиотические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процессы. Нарушение обмена веществ. Патологическая физиология органов и систем организма.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Экономика, организация, отраслевое управление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дать студентам основные представления 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рацио-нальном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построении и ведении производства на предприятиях,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перерабаты-вающих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сельскохозяйственное сырье.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ОПД.Ф.10, дисциплина осваивается в 6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Понятие об организации и управлением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го-сударственной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ведомственной ветеринарно-санитарной службой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пред-приятиях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перерабатывающей промышленности; экономическое обоснование проводимых профилактических врачебно-санитарных мероприятий.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Внутренние болезни животных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 </w:t>
      </w:r>
      <w:r>
        <w:rPr>
          <w:rFonts w:ascii="Times New Roman" w:hAnsi="Times New Roman" w:cs="Times New Roman"/>
          <w:sz w:val="28"/>
          <w:szCs w:val="28"/>
        </w:rPr>
        <w:t xml:space="preserve">– научить будущего ветеринарно-санитарного врача врачебному мышлению для освоения практических навыков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преду-бойной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оценке клинического состояния сельскохозяйственных животных, по проведению организационных, лечебных и профилактических мероприятий, направленных на увеличение выхода экологически чистых и биологически безопасных продуктов животноводства.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>
        <w:rPr>
          <w:rFonts w:ascii="Times New Roman" w:hAnsi="Times New Roman" w:cs="Times New Roman"/>
          <w:sz w:val="28"/>
          <w:szCs w:val="28"/>
        </w:rPr>
        <w:t xml:space="preserve">: Цикл ОПД.Ф.11, дисциплина осваивается в 6…7 семестрах.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Общая профилактика и терапия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внутрен-них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незаразных болезней. Методы и средства терапевтической техники.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Дис-пансеризация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животных. Лечение и профилактика болезней молодняка,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от-кормочных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животных, болезни нарушения обмена веществ, болезни птиц, пушных зверей.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Ветеринарная хирургия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дать выпускникам теоретические знания,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практи-ческие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умения и навыки по профилактике, диагностике и лечению наиболее часто встречающихся хирургических болезней животных. </w:t>
      </w:r>
    </w:p>
    <w:p w:rsidR="00976868" w:rsidRDefault="00976868" w:rsidP="00976868">
      <w:pPr>
        <w:pStyle w:val="Default"/>
        <w:pageBreakBefor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ОПД.Ф.12,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5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Основы общей и частной хирургии, понятие об операции, хирургические ветеринарные инструменты, типы повязок,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по-нятия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 операциях на отдельных областях тела животного.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Ветеринарное акушерство и гинекология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знаний и практических навыков по биотехнике воспроизводства, акушерству и гинекологии в объеме,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необхо-димом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ветеринарно-санитарного врача.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>
        <w:rPr>
          <w:rFonts w:ascii="Times New Roman" w:hAnsi="Times New Roman" w:cs="Times New Roman"/>
          <w:sz w:val="28"/>
          <w:szCs w:val="28"/>
        </w:rPr>
        <w:t xml:space="preserve">: Цикл ОПД.Ф.13, дисциплина осваивается в 5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дисциплины. </w:t>
      </w:r>
      <w:r>
        <w:rPr>
          <w:rFonts w:ascii="Times New Roman" w:hAnsi="Times New Roman" w:cs="Times New Roman"/>
          <w:sz w:val="28"/>
          <w:szCs w:val="28"/>
        </w:rPr>
        <w:t xml:space="preserve">Акушерская патология, основы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размноже-ния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животных, гинекология и биотехника размножения, беременность, роды, оперативное акушерство, болезни новорожденных, болезни молочной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желе-зы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бесплодие самок.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Патологическая анатомия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Обеспечить обучающихся необходимой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информа-цией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вопросам возникновения и развития структурных изменений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боль-ном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организме, их этиологии и патогенезе для дальнейшего применения в лечебно-диагностической и профилактической работе ветеринарного врача. </w:t>
      </w:r>
      <w:proofErr w:type="gramEnd"/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ОПД.Ф.14,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6…7 семестрах.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Общая и частная патологическая анатомия, морфологические проявления нарушения обмена веществ.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Патморфология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незаразных, инфекционных, инвазионных болезней, микозов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микотоксико-зов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гиподерматозов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Значение морфогенеза болезней в ветеринарно-санитарной экспертизе.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Паразитология и инвазионные болезни животных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Дать студентам теоретические и практические знания по вопросам, связанным с паразитарными заболеваниями животных, привить навыки клинической и практической работы, способствовать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фор-мированию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всесторонне подготовленного специалиста сельского хозяйства.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ОПД.Ф.15, дисциплина осваивается в 7…8 семестрах.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Общая паразитология; простейшие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вызы-ваемые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ими болезни: гельминты и вызываемые ими болезни;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арахноэнтомо-логия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инвазионные болезни пчел и рыб; Значение противопаразитарных профилактических мероприятий в диагностических эхинококкоза,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фасциоле-за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трихинеллеза животных,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связь </w:t>
      </w:r>
      <w:r>
        <w:rPr>
          <w:rFonts w:ascii="Times New Roman" w:hAnsi="Times New Roman" w:cs="Times New Roman"/>
          <w:sz w:val="28"/>
          <w:szCs w:val="28"/>
        </w:rPr>
        <w:t xml:space="preserve">с задачами ветеринарно-санитарной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экс-пертизы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Эпизоотология и инфекционные болезни животных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дать студентам знания об эпизоотологических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за-кономерностях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возникновения, проявления и распространения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инфекцион-ных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болезней животных, средствах и способах профилактики и борьбы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ни-ми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6868" w:rsidRDefault="00976868" w:rsidP="00976868">
      <w:pPr>
        <w:pStyle w:val="Default"/>
        <w:pageBreakBefor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ОПД.Ф.16,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8…9 семестрах.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Общая эпизоотология, лечебно-профилактические мероприятия при инфекционных болезнях, частная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эпизо-отология</w:t>
      </w:r>
      <w:proofErr w:type="spellEnd"/>
      <w:r>
        <w:rPr>
          <w:rFonts w:ascii="Times New Roman" w:hAnsi="Times New Roman" w:cs="Times New Roman"/>
          <w:sz w:val="28"/>
          <w:szCs w:val="28"/>
        </w:rPr>
        <w:t>, болезни, общие для многих видов животных, болезни жвачных, лошадей, свиней, молодняка, птиц, собак, пушных зверей.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эпи-зоотических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мероприятий во время заготовки, транспортирования животных, содержания их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скотобазе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мясоперерабатывающих предприятий;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Класси-фикация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болезней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мясопромышленных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животных.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Цитология, гистология и эмбриология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дать студентам основополагающие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морфологиче-ские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знания на клеточном и субклеточном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уровнях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о функционирующем, развивающемся и приспосабливающемся организме и закономерностях его развития в онтогенезе.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ОПД.Ф.17,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 2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Цитология, эмбриология, общая и частная гистология. Цитология (наука о клетке) изучает клеточный уровень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струк-турной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организации живых организмов (развитие, строение и функции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кле-ток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Эмбриология исследует закономерности развития животных в пре-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постнатальном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периодах онтогенеза (органов).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Общая генетика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изучение студентами основ современного состояния общей и ветеринарной генетики, получение научных, теоретических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прак-тических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знаний по генетической диагностике и профилактике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наследствен-ных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аномалий и болезней с наследственной предрасположенностью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ис-пользования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их в практике ветеринарной селекции.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ОПД.Ф.18,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3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Генетика – основа современной биологии и биологической безопасности. Молекулярные основы наследственности.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Нук-леиновые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кислоты. Генетический код. Организация генетического материала. Пути приобретения генетической информации. Эволюция понятия «ген».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Цитологические основы наследственности. Клетка и информация. Хромосомы. Структурная организация и непрерывность хромосом.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Особен-ности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кариотипа различных видов животных. Определение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принад-лежности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животных. Закономерности наследования признаков при половом размножении. Законы Менделя. Хромосомная теория. Генетика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определе-ние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пола. Изменчивость. Модификации. Мутации и мутагенез. Мутагенные факторы среды. Генетика популяций. Генетический полиморфизм.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Генетические механизмы эволюции.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Генетическая инженерия (клонирование, химеры,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трансгеноз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Генети-ческие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аномалии, их причины и принципы профилактики. Пути повышения наследственной устойчивости. Проблемы генетической безопасности. </w:t>
      </w:r>
    </w:p>
    <w:p w:rsidR="00976868" w:rsidRDefault="00976868" w:rsidP="00976868">
      <w:pPr>
        <w:pStyle w:val="Default"/>
        <w:pageBreakBefore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Стандартизация и сертификация пищевых продуктов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 дисциплины</w:t>
      </w:r>
      <w:r>
        <w:rPr>
          <w:rFonts w:ascii="Times New Roman" w:hAnsi="Times New Roman" w:cs="Times New Roman"/>
          <w:sz w:val="28"/>
          <w:szCs w:val="28"/>
        </w:rPr>
        <w:t xml:space="preserve">: дать студентам теоретические знания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практиче-ские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навыки по стандартизации и сертификации продуктов питания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пище-вого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сырья животного происхождения; изучить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Госстандарты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пищевым продуктам и пищевым производствам, по которым производится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сертифика-ция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РФ выпускаемой продукции.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>
        <w:rPr>
          <w:rFonts w:ascii="Times New Roman" w:hAnsi="Times New Roman" w:cs="Times New Roman"/>
          <w:sz w:val="28"/>
          <w:szCs w:val="28"/>
        </w:rPr>
        <w:t xml:space="preserve">: Цикл ОПД.Р.1,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5…6 семестрах.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>
        <w:rPr>
          <w:rFonts w:ascii="Times New Roman" w:hAnsi="Times New Roman" w:cs="Times New Roman"/>
          <w:sz w:val="28"/>
          <w:szCs w:val="28"/>
        </w:rPr>
        <w:t xml:space="preserve">: объекты стандартизации, категории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ви-ды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стандартов, комплексы государственных стандартов; особенности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стан-дартизации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сельскохозяйственной продукции в животноводстве; качество продукции и его показатели, базовое значение показателя качества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продук-ции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предельное значение показателя качества, его номинальное значение; методы контроля качества продукции; сертификация пищевой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промышлен-ности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правовая основа и нормативная база сертификации; структура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Рос-сийской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системы сертификации;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правила и порядок сертификации в системе Госстандарта России; требования Государственного стандарта к продукции и пищевому сырью животноводства.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Гигиена питания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 дисциплины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7"/>
          <w:szCs w:val="27"/>
        </w:rPr>
        <w:t xml:space="preserve">формирование умений, направленных на </w:t>
      </w:r>
      <w:proofErr w:type="spellStart"/>
      <w:proofErr w:type="gramStart"/>
      <w:r>
        <w:rPr>
          <w:rFonts w:ascii="Times New Roman" w:hAnsi="Times New Roman" w:cs="Times New Roman"/>
          <w:sz w:val="27"/>
          <w:szCs w:val="27"/>
        </w:rPr>
        <w:t>предупре-ждение</w:t>
      </w:r>
      <w:proofErr w:type="spellEnd"/>
      <w:proofErr w:type="gramEnd"/>
      <w:r>
        <w:rPr>
          <w:rFonts w:ascii="Times New Roman" w:hAnsi="Times New Roman" w:cs="Times New Roman"/>
          <w:sz w:val="27"/>
          <w:szCs w:val="27"/>
        </w:rPr>
        <w:t xml:space="preserve"> заболеваний, связанных с характером питания, осуществление контроля за состоянием питания населения, пищевой ценностью и безопасностью </w:t>
      </w:r>
      <w:proofErr w:type="spellStart"/>
      <w:r>
        <w:rPr>
          <w:rFonts w:ascii="Times New Roman" w:hAnsi="Times New Roman" w:cs="Times New Roman"/>
          <w:sz w:val="27"/>
          <w:szCs w:val="27"/>
        </w:rPr>
        <w:t>пище-вых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продуктов.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>
        <w:rPr>
          <w:rFonts w:ascii="Times New Roman" w:hAnsi="Times New Roman" w:cs="Times New Roman"/>
          <w:sz w:val="28"/>
          <w:szCs w:val="28"/>
        </w:rPr>
        <w:t xml:space="preserve">: Цикл ОПД.В.1.1, дисциплина осваивается в 9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>
        <w:rPr>
          <w:rFonts w:ascii="Times New Roman" w:hAnsi="Times New Roman" w:cs="Times New Roman"/>
          <w:sz w:val="28"/>
          <w:szCs w:val="28"/>
        </w:rPr>
        <w:t xml:space="preserve">: Энергетическая, пищевая и биологическая ценность продуктов питания и их безопасность. Государственный санитарно-эпидемиологический надзор в области гигиены питания за действующими предприятиями пищевой промышленности, общественного питания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тор-говли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Предприятия общественного питания. Организация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продовольствен-ной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торговли. Санитарно-эпидемиологические требования к производству молока и молочных продуктов, к производству колбасных изделий.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Госсан-эпиднадзор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применением пищевых добавок на предприятиях пищевой промышленности. Хранение и транспортировка пищевых продуктов.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Госу-дарственное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регулирование в области обеспечения качества и безопасности пищевых продуктов. Стандартизация пищевых продуктов, ее гигиеническое и правовое значение. Информация для потребителей о качестве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безопасно-сти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пищевых продуктов. Мониторинг качества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безопасности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пищевых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про-дуктов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здоровья населения. Проведение санитарно-эпидемиологической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ги-гиенической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экспертизы продукции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текущем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предупредительном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поряд-ке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6868" w:rsidRDefault="00976868" w:rsidP="00976868">
      <w:pPr>
        <w:pStyle w:val="Default"/>
        <w:pageBreakBefor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Зоонозы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 дисциплины</w:t>
      </w:r>
      <w:r>
        <w:rPr>
          <w:rFonts w:ascii="Times New Roman" w:hAnsi="Times New Roman" w:cs="Times New Roman"/>
          <w:sz w:val="28"/>
          <w:szCs w:val="28"/>
        </w:rPr>
        <w:t xml:space="preserve">: овладение теоретическими знаниями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практиче-скими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навыками, обеспечивающими выявление причин и условий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возникно-вения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распространения инфекционных заболеваний, обоснование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органи-зацию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проведения противоэпизоотических и профилактических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мероприя-тий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направленных на их предупреждение, снижение инфекционной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заболе-ваемости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животных и ликвидацию отдельных инфекций.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>
        <w:rPr>
          <w:rFonts w:ascii="Times New Roman" w:hAnsi="Times New Roman" w:cs="Times New Roman"/>
          <w:sz w:val="28"/>
          <w:szCs w:val="28"/>
        </w:rPr>
        <w:t xml:space="preserve">: Цикл ОПД.В.1.2, дисциплина осваивается в 9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>
        <w:rPr>
          <w:rFonts w:ascii="Times New Roman" w:hAnsi="Times New Roman" w:cs="Times New Roman"/>
          <w:sz w:val="28"/>
          <w:szCs w:val="28"/>
        </w:rPr>
        <w:t xml:space="preserve">: Современная эпизоотическая ситуация в мире и России. Задачи эпизоотологии. Номенклатура и классификация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ин-фекционных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болезней животных. Эпизоотологический процесс.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Эпизоотоло-гический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очаг. Особо опасные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зооантропонозы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зооантропопаразитозы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Эпизоотологический мониторинг.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Профилактические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оздоровительные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ме-роприятия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ликвидация зооантропонозов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зооантропопаразитозах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Терапия и лечебно-профилактические мероприятия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зооантропонозах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зооантро-попаразитозах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Ветеринарно-санитарные мероприятия в неблагополучных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зооантропонозам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зооантропопаразитозах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очагах. Карантинные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малоизве-стные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болезни животных. Экзотические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зооантропонозные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болезни с.-х.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жи-вотных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Медленные инфекции животных.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Биологическая безопасность в лабораторных условиях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представлений о теоретических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ос-новах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методах ветеринарно-санитарного контроля в лабораторных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услови-ях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применение полученных знаний и навыков в решении профессиональных задач. </w:t>
      </w:r>
      <w:proofErr w:type="gramEnd"/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ОПД.В.2.1, дисциплина осваивается в 9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основы техники лабораторной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безопасно-сти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личной гигиены, мероприятия по предотвращению контаминации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обо-рудования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лаборатории, личная гигиена и техника безопасности, защитная одежда; правильные методы работы с микробиологическими материалами; требования по технике безопасности при работе в лаборатории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патогенны-ми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биологическими агентами 1, 2, 3 и 4 групп опасности; основы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ветеринар-ной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санитарии и методов проведения дезинфекции бактериологических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ла-бораторий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оценка эффективности санитарных мероприятий в лабораториях: бактериологический контроль качества дезинфекции помещений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оборудо-вания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; организация безопасной работы и обучение персонала.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Биологическая безопасность в чрезвычайных ситуациях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представлений о теоретических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ос-новах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методах соблюдения правил биологической безопасности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чрезвы-чайных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ситуациях, применение полученных знаний и навыков в решении профессиональных задач.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ОПД.В.2.2, дисциплина осваивается в 9 семестре. </w:t>
      </w:r>
    </w:p>
    <w:p w:rsidR="00976868" w:rsidRDefault="00976868" w:rsidP="00976868">
      <w:pPr>
        <w:pStyle w:val="Default"/>
        <w:pageBreakBefor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концепция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биобезопасности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биозащиты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план действий на случай чрезвычайных ситуаций, экстренные процедуры для микробиологических лабораторий (пожар, природные катаклизмы, разлив бактериологического материала); организация безопасной работы и обучение персонала.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ЦИКЛ ДС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С – ДИСЦИПЛИНЫ СПЕЦИАЛЬНОСТИ И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ДИСЦИПЛИНЫ СПЕЦИАЛИЗАЦИИ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Ветеринарно-санитарная экспертиза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 дисциплины</w:t>
      </w:r>
      <w:r>
        <w:rPr>
          <w:rFonts w:ascii="Times New Roman" w:hAnsi="Times New Roman" w:cs="Times New Roman"/>
          <w:sz w:val="28"/>
          <w:szCs w:val="28"/>
        </w:rPr>
        <w:t xml:space="preserve">: освоение методов и приемов ветеринарно-санитарной экспертизы на всех этапах заготовки и переработки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животно-водческой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продукции на предприятиях мясной и молочной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промышленно-сти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проведение лабораторного контроля сырья животного происхождения во избежание заражения людей и животных через боенское сырье и готовые мясные продукты.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>
        <w:rPr>
          <w:rFonts w:ascii="Times New Roman" w:hAnsi="Times New Roman" w:cs="Times New Roman"/>
          <w:sz w:val="28"/>
          <w:szCs w:val="28"/>
        </w:rPr>
        <w:t xml:space="preserve">: Цикл СД.ДС.Ф.1, дисциплина осваивается в 7…8 семестрах.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Предмет и задачи дисциплины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ветеринар-но-санитарной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экспертизы. Положения о подразделении Государственного ветеринарного надзора и производственной ветеринарной службы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пред-приятиях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переработке и хранению продуктов животноводства. Животные для убоя. Ветеринарные требования при заготовке и транспортировке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живот-ных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убоя, особенности перевозки больных животных.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Ветеринарные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тре-бования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приеме, размещении, подготовке животных к убою.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Значе-ние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лимфатической системы для ветеринарно-санитарной экспертизы и оценки продуктов убоя животных. Порядок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предубойного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послеубойного осмотра лимфатических узлов. Ветеринарно-санитарные требования при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пе-реработке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животных разных видов. Ветеринарно-санитарная экспертиза туш и органов различных видов животных. Ветеринарные требования при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пере-работке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больных животных и мяса вынужденного убоя. Ветеринарно-санитарная экспертиза субпродуктов, жира, шкур и других продуктов убоя. Ветеринарно-санитарная экспертиза и оценка продуктов убоя при различных инфекционных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зооантропонозных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болезнях (туберкулез, бруцеллез, ящур, сибирская язва, лептоспироз,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листериоз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бешенство и др.). Ветеринарно-санитарная экспертиза и оценка продуктов убоя животных при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инфекцион-ных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болезнях, не опасных для человека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пастереллез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актиномикозы,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гемо-филез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некробактериоз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др.). Оценка продуктов убоя животных при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болез-нях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молодняка (сальмонеллез,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колибактериоз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диплококковая инфекция,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ди-зентерия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др.). Ветеринарно-санитарная экспертиза и оценка продуктов убоя животных при паразитарных болезнях, опасных для человека (цистицеркоз, трихинеллез, токсоплазмоз и др.), и не опасных для человека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гемоспоридио-зы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аскаридиозы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гиподерматозы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др.).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Ветеринарно-санитарная экспертиза и оценка продуктов убоя животных при незаразных болезнях (авитаминозы, </w:t>
      </w:r>
      <w:proofErr w:type="gramEnd"/>
    </w:p>
    <w:p w:rsidR="00976868" w:rsidRDefault="00976868" w:rsidP="00976868">
      <w:pPr>
        <w:pStyle w:val="Default"/>
        <w:pageBreakBefor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травмы, нарушения обмена веществ и др.). Ветеринарно-санитарная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экспер-тиза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оценка продуктов убоя животных при отравлениях (органическими, минеральными, бактериальными ядами,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микотоксинами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др.). Ветеринарно-санитарная экспертиза и оценка мяса птицы при различных болезнях.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Вете-ринарно-санитарная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экспертиза и оценка мяса кроликов и нутрий.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Ветери-нарно-санитарная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экспертиза мяса диких промысловых животных, мяса дичи и морских млекопитающих. Ветеринарно-санитарная экспертиза рыбы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дру-гих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гидробионтов. Ветеринарно-санитарная экспертиза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продовольствен-ных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оптовых рынках. Основные фальсификации мясных, молочных,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рыб-ных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других продуктов. Лабораторные методы контроля сырья и продукции животного происхождения.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Производственный ветеринарно-санитарный контроль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приобретение студентами необходимых знаний и практических навыков по ветеринарно-санитарному контролю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перераба-тывающих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предприятиях, рынках,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биофабриках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фабриках по производству кормов, кожи и др., позволяющему выпускать на пищевые цели только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доб-рокачественные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благополучные в санитарно-гигиеническом отношении продукты, корма и лекарственные средства для животных.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>
        <w:rPr>
          <w:rFonts w:ascii="Times New Roman" w:hAnsi="Times New Roman" w:cs="Times New Roman"/>
          <w:sz w:val="28"/>
          <w:szCs w:val="28"/>
        </w:rPr>
        <w:t xml:space="preserve">: Цикл СД.ДС.Ф.2, дисциплина осваивается в 7…8 семестрах.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Производственный ветеринарно-санитарный контроль в цехах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колбас-ных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предприятий; производственный ветеринарно-санитарный контроль в цехах консервного производства; производственный ветеринарно-санитарный контроль при получении и переработке молока и молочных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про-дуктов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производственный ветеринарно-санитарный контроль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перера-ботке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птиц; производственный ветеринарно-санитарный контроль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про-мысле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переработке диких промысловых животных; производственный ве-теринарн0-санитарный контроль при промысле и переработке рыбы и других гидробионтов;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производственный ветеринарно-санитарный контроль при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из-готовлении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сухих животных кормов; производственный ветеринарно-санитарный контроль пищевого и технического альбумина: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производствен-ный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ветеринарный контроль при убое кроликов и нутрий; производственный ветеринарно-санитарный контроль в цехах переработки эндокринно-ферментного сырья: ветеринарно-санитарный надзор на продовольственных и оптовых рынках.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Технология мяса и мясных продуктов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овладение теоретическими основами технологии процессов переработки скота, мяса и сырья животного происхождения.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При-обретение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знаний и навыков технологического контроля мясных продуктов.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СД.ДС.Ф.3, дисциплина осваивается в 8…9 семестрах.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Качество мяса и мясных продуктов, факторы их определяющие.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Техно-логия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переработки животных, обработка субпродуктов, кишечного сырья, жиров, технология получения сухих животных кормов, пищевого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техниче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976868" w:rsidRDefault="00976868" w:rsidP="00976868">
      <w:pPr>
        <w:pStyle w:val="Default"/>
        <w:pageBreakBefore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альбумина, желатина.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Автолитические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процессы в мясе, тканевый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хи-мический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 мясного сырья. Технологические методы контроля качества мясного сырья и готовой продукции. Производство вареных, варено-копченых, сырокопченых и ливерных колбас, соленых штучных изделий. Производство мясных консервов, переработка </w:t>
      </w:r>
      <w:proofErr w:type="gramStart"/>
      <w:r>
        <w:rPr>
          <w:rFonts w:ascii="Times New Roman" w:hAnsi="Times New Roman" w:cs="Times New Roman"/>
          <w:sz w:val="28"/>
          <w:szCs w:val="28"/>
        </w:rPr>
        <w:t>эндокринно-ферментного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сы-рья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Режимы холодильной обработки мяса и мясных продуктов.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Технология молока и молочных продуктов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овладение теоретическими основами технологии процессов переработки молока и молочных продуктов. Приобретение знаний и навыков технологического контроля молочных продуктов.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СД.ДС.Ф.4, дисциплина осваивается в 9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дисциплины. </w:t>
      </w:r>
      <w:r>
        <w:rPr>
          <w:rFonts w:ascii="Times New Roman" w:hAnsi="Times New Roman" w:cs="Times New Roman"/>
          <w:sz w:val="28"/>
          <w:szCs w:val="28"/>
        </w:rPr>
        <w:t xml:space="preserve">Состав и свойства молока, технология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обра-ботки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молока, основы производства молочных продуктов, схемы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технологи-ческого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контроля; методы оценки качества молока и молочных продуктов.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Вирусология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овладение теоретическими основами вирусологии, приобретение знаний и навыков диагностики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профилактики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вирусных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бо-лезней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животных.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СД.ДС.Ф.5, дисциплина осваивается в 5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Место и роль вирусов в биосфере, их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рас-пространение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природе. Роль Вирусов в инфекционной патологии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живот-ных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растений и человека. Структура и химический состав вирусов.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Класси-фикация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вирусов. Репродукция вирусов. Культивирование у вирусов.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Прин-ципы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диагностики вирусных болезней животных. Генетика вирусов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прин-ципы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генной инженерии. Обзор вирусов, вызывающих болезнь у крупного и мелкого рогатого скота, свиней, лошадей, птиц и плотоядных животных.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Ветеринарная санитария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обучение студентов основам теоретических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зна-ний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практических навыков в области ветеринарной санитарии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предпри-ятиях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переработке сырья животного и растительного происхождения и производству продукции в мясной и молочной отраслях промышленности, безопасного ведения технологического процесса, в ветеринарно-санитарном отношении, обеспечивающего высокое качество пищевых продуктов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>
        <w:rPr>
          <w:rFonts w:ascii="Times New Roman" w:hAnsi="Times New Roman" w:cs="Times New Roman"/>
          <w:sz w:val="28"/>
          <w:szCs w:val="28"/>
        </w:rPr>
        <w:t xml:space="preserve">: Цикл СД.ДС.Ф.6, дисциплина осваивается в 8…9 семестрах.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>
        <w:rPr>
          <w:rFonts w:ascii="Times New Roman" w:hAnsi="Times New Roman" w:cs="Times New Roman"/>
          <w:sz w:val="28"/>
          <w:szCs w:val="28"/>
        </w:rPr>
        <w:t xml:space="preserve">: Ветеринарно-санитарные мероприятия на мясоперерабатывающих предприятиях. Ветеринарная санитария при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произ-водстве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мяса, мясных продуктов и обработке технического сырья.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Дезинфек-ция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скотоубойных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убойно-санитарных пунктов. Ветеринарно-санитарные меры при переработке отходов животного происхождения. Гигиена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произ-водства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молока и молочных продуктов. Ветеринарно-санитарные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мероприя-тия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Санитарная обработка молочного оборудования. Ветеринарно-санитарные требования к проектированию и строительству предприятий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6868" w:rsidRDefault="00976868" w:rsidP="00976868">
      <w:pPr>
        <w:pStyle w:val="Default"/>
        <w:pageBreakBefor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переработке мяса и сырья животного происхождения. Средства механизации для выполнения ветеринарно-санитарных работ.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Дезинфицирующие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средст-ва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применяемые в ветеринарной санитарии, ветеринарно-санитарная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техни-ка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дезинфекция,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дезинвазия</w:t>
      </w:r>
      <w:proofErr w:type="spellEnd"/>
      <w:r>
        <w:rPr>
          <w:rFonts w:ascii="Times New Roman" w:hAnsi="Times New Roman" w:cs="Times New Roman"/>
          <w:sz w:val="28"/>
          <w:szCs w:val="28"/>
        </w:rPr>
        <w:t>, дератизация.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Ветеринарная санитария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транс-порте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Ветеринарная санитария при получении и переработке сырья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живот-ного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происхождения на фермах. Санитарные аспекты очистки,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обеззаражи-вания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сточных вод перерабатывающих предприятий.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Ветеринарная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санита-рия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экспортно-импортных операциях.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Судебная ветеринарная экспертиза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Цели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дать студентам необходимую практическую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ин-формацию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предмете судебной экспертизы, которая выявляет, изучает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на-ходит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пути решения ветеринарных медицинских задач, которые возникают в процессе расследования и судебного разбирательства.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СД.ДС.Ф.7, дисциплина осваивается в 7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Уголовный кодекс УПК и УИК РФ. Задачи ветврача в проведении судебно-ветеринарной экспертизы. Статьи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законода-тельства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судебной ветеринарной экспертизе, правах и обязанностях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судеб-но-ветеринарного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эксперта. Особенности судебно-ветеринарного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патолого-анатомического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вскрытия. Экспертиза по материалам судебного дела по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ве-щественным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доказательствам. Правовые нормы купли-продажи животных. Судебная ветеринарная экспертиза при особо опасных болезнях животных. Нарушения карантина и ответственность за это. Основные причины смерти животных. Судебно-ветеринарная токсикология.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Судебно-ветеринарная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экс-пертиза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нарушениях кормления, содержания и эксплуатации животных.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Судебно-ветеринарная экспертиза при воздействии на животных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высо-ких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низких температур, ионизирующего излучения. Судебно-ветеринарная экспертиза при пищевых отравлениях, экспертизе условно-годного мяса, экспертиза павших животных. Судебно-ветеринарная экспертиза при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захоро-нении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трупов павших животных, утилизации биологических объектов.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Судебно-ветеринарная экспертиза при фальсификации мяса животных, определение видовой принадлежности. Судебная ответственность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ветери-нарных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врачей при нарушении профессиональных законов по ветеринарии. Врачебные ошибки, халатность, передоверие обязанностей.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Организация государственного ветеринарно-санитарного надзора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-ознакомление студентов с федеральным законодательством в области ветеринарии и правовыми документами субъектов РФ в области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ветерина-рии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обучение их по вопросам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организации деятельности государственных ветеринарных учреждений;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-изучение методов организации и ознакомление с порядком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государст-венного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ветеринарного надзора на различных объектах.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процессе: </w:t>
      </w:r>
      <w:r>
        <w:rPr>
          <w:rFonts w:ascii="Times New Roman" w:hAnsi="Times New Roman" w:cs="Times New Roman"/>
          <w:sz w:val="28"/>
          <w:szCs w:val="28"/>
        </w:rPr>
        <w:t xml:space="preserve">Цикл СД.ДС.Ф.8,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дисцип-лина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осваивается в 7 семестре. </w:t>
      </w:r>
    </w:p>
    <w:p w:rsidR="00976868" w:rsidRDefault="00976868" w:rsidP="00976868">
      <w:pPr>
        <w:pStyle w:val="Default"/>
        <w:pageBreakBefor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Структура государственной ветеринарной службы на предприятиях мясной, молочной и рыбной промышленности, на границе и транспорте. Организация ветеринарно-санитарного контроля на всех этапах оборота сырья и продукции животного происхождения.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Ветеринарно-санитарные требования при экспорте и импорте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подкон-трольных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грузов. Основы деонтологии и правоведения в ветеринарии.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Делопроизводство в ветеринарии, учет и отчетность по ветеринарно-санитарной экспертизе на разных предприятиях.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и материальное обеспечение ветеринарной службы на предприятиях мясной и молочной промышленности.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Лицензирование и аккредитация лабораторий ветеринарно-санитарной экспертизы.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направления развития Государственного ветеринарного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над-зора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России и связь с зарубежными странами.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Радиобиология с основами радиационной гигиены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 – </w:t>
      </w:r>
      <w:r>
        <w:rPr>
          <w:rFonts w:ascii="Times New Roman" w:hAnsi="Times New Roman" w:cs="Times New Roman"/>
          <w:sz w:val="28"/>
          <w:szCs w:val="28"/>
        </w:rPr>
        <w:t xml:space="preserve">дать студентам теоретические знания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практиче-ские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навыки, необходимые для выполнения задач, стоящих перед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ветеринар-ной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службой по контролю за радиоактивной загрязнённостью объектов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вете-ринарного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надзора, по проведению комплекса организационных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специаль-ных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 при ведении животноводства в условиях радиоактивного загрязнения среды, рационального использования загрязнённой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радионукли-дами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продукции растениеводства и животноводства, по диагностике,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профи-лактике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лечению последствий радиационного воздействия на организм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жи-вотных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>, использованию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методов радиоизотопного анализа и радиационно-биологической технологии в ветеринарной практике.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 </w:t>
      </w:r>
      <w:r>
        <w:rPr>
          <w:rFonts w:ascii="Times New Roman" w:hAnsi="Times New Roman" w:cs="Times New Roman"/>
          <w:sz w:val="28"/>
          <w:szCs w:val="28"/>
        </w:rPr>
        <w:t xml:space="preserve">Цикл СД.ДС.Ф.9, дисциплина осваивается в 7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Элементы ядерной физики; радиометрия и дозиметрия ионизирующих излучений; основы радиоэкологии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радиотокси-кологии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Биологическое действие ионизирующих излучений и лучевые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по-ражения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; радиационная экспертиза объектов ветеринарного надзора;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исполь-зование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радиоактивных изотопов и ионизирующей радиации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животновод-стве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ветеринарии и основы радиационной безопасности.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Товароведение, экспертиза и биологическая безопасность товаров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теоретические и практические навыки изучения продовольственных товаров. Освоение навыками экспертизы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продовольст-венных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товаров. Контроль продовольственных товаров при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биологической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за-грязненности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СД.ДС.Ф.10, дисциплина осваивается в 7…8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дисциплины. </w:t>
      </w:r>
      <w:r>
        <w:rPr>
          <w:rFonts w:ascii="Times New Roman" w:hAnsi="Times New Roman" w:cs="Times New Roman"/>
          <w:sz w:val="28"/>
          <w:szCs w:val="28"/>
        </w:rPr>
        <w:t xml:space="preserve">Предмет, цели, задачи, принципы и методы товароведения. Объекты и субъекты товароведения. Классификация.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Безопас-ность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качество товаров. Охрана жизни и здоровья человека, животных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ок-ружающей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среды. Безопасность в отношении болезней, вызываемых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патоген-ными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вирусами, микроорганизмами, вредными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насекомыми – переносчиками возбудителей болезни. Цели и задачи товарной экспертизы. Объекты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субъ-екты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экспертизы. Требования к экспертам. Средства и методы товарной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экс-пертизы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Характеристика сырья, поступающего на предприятия по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производ-ству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мяса, птицы, молока, продуктов переработки. Товароведение мяса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мя-сопродуктов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молока и молочных продуктов. Товароведение кормов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кормо-вых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добавок и биопрепаратов.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Санитарная микробиология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Дать студентам теоретические и практические знания по санитарно-микробиологическому исследованию пищевых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продук-тов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кормов, объектов внешней среды, ознакомить с возбудителями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инфек-ционных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болезней, предающимися через эти объекты.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 </w:t>
      </w:r>
      <w:r>
        <w:rPr>
          <w:rFonts w:ascii="Times New Roman" w:hAnsi="Times New Roman" w:cs="Times New Roman"/>
          <w:sz w:val="28"/>
          <w:szCs w:val="28"/>
        </w:rPr>
        <w:t xml:space="preserve">Цикл СД.ДС.Ф.11, дисциплина осваивается в 8…9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дисциплины. </w:t>
      </w:r>
      <w:r>
        <w:rPr>
          <w:rFonts w:ascii="Times New Roman" w:hAnsi="Times New Roman" w:cs="Times New Roman"/>
          <w:sz w:val="28"/>
          <w:szCs w:val="28"/>
        </w:rPr>
        <w:t xml:space="preserve">Знание основных положений санитарной микробиологии необходимы каждому санитарному врачу для правильной ориентации во всех санитарно-гигиенических вопросах, в частности при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са-нитарной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оценке почвы, воды, воздуха пищевых продуктов; обследовании случаев пищевых отравлений, их профилактике; организации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гигиениче-ской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оценке очистки и обезвреживания различных объектов;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контроле личной гигиены работников пищевых предприятий и др. Задачи санитарной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микро-биологии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мясной, молочной и рыбной промышленности могут быть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сфор-мулированы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следующим образом: разработка и оценка методов обнаружения патогенных микроорганизмов в мясных, молочных, рыбных и других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продук-тах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животного происхождения; разработка норм предельно допустимого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бак-териального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обсеменения сырья и продуктов животного происхождения;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са-нитарно-микробиологический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контроль качества сырья, полуфабрикатов,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го-товой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продукции, а также их производства на всех этапах технологического процесса.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Ветеринарно-санитарный контроль на продовольственных и оптовых рынках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 дисциплины</w:t>
      </w:r>
      <w:r>
        <w:rPr>
          <w:rFonts w:ascii="Times New Roman" w:hAnsi="Times New Roman" w:cs="Times New Roman"/>
          <w:sz w:val="28"/>
          <w:szCs w:val="28"/>
        </w:rPr>
        <w:t xml:space="preserve">: изучить проведение ветеринарно-санитарного контроля на продовольственных и оптовых рынках.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>
        <w:rPr>
          <w:rFonts w:ascii="Times New Roman" w:hAnsi="Times New Roman" w:cs="Times New Roman"/>
          <w:sz w:val="28"/>
          <w:szCs w:val="28"/>
        </w:rPr>
        <w:t xml:space="preserve">: Цикл СД.ДС.Ф.12, дисциплина осваивается в 9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общие положения о ветеринарно-санитарной экспертизе и государственном ветеринарном надзоре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продо-вольственных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рынках, ветеринарно-санитарные требования при торговле на оптовом рынке, порядок ветеринарного осмотра туш на рынках,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ветеринар-но-санитарная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экспертиза поступающей на рынок продукции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животноводст-ва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растениеводства, требования, предъявляющиеся к </w:t>
      </w:r>
      <w:proofErr w:type="gramStart"/>
      <w:r>
        <w:rPr>
          <w:rFonts w:ascii="Times New Roman" w:hAnsi="Times New Roman" w:cs="Times New Roman"/>
          <w:sz w:val="28"/>
          <w:szCs w:val="28"/>
        </w:rPr>
        <w:t>торгующим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рын-ках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ветеринарный надзор при продаже животных на рынках.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Пищевые токсикозы 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токсикоинфекции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дать теоретические и практические навыки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прове-дения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ветеринарно-санитарной экспертизы продуктов животного и растительного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происхождения, научить давать обоснованное заключение об 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ка-честве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осуществления контроля за ветеринарно-санитарным состоянием предприятий по переработке продуктов и сырья животного происхождения и обеспечения выпуска ими доброкачественной продукции.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>
        <w:rPr>
          <w:rFonts w:ascii="Times New Roman" w:hAnsi="Times New Roman" w:cs="Times New Roman"/>
          <w:sz w:val="28"/>
          <w:szCs w:val="28"/>
        </w:rPr>
        <w:t xml:space="preserve">: Цикл СД.ДС.Ф.13, дисциплина осваивается в 9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>
        <w:rPr>
          <w:rFonts w:ascii="Times New Roman" w:hAnsi="Times New Roman" w:cs="Times New Roman"/>
          <w:sz w:val="28"/>
          <w:szCs w:val="28"/>
        </w:rPr>
        <w:t xml:space="preserve">: характеристика двух типов бактериальных токсинов, характеристика представителей группы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токсикоинфекций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харак-теристика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представителей группы токсикозов.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Ветеринарно-санитарный контроль на таможне и транспорте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приобретение студентами необходимых знаний законов и правил, а также практических навыков по ветеринарно-санитарному контролю на таможне и транспорте, обеспечивающее охрану территории страны от заноса заразных болезней животных из иностранных государств.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>
        <w:rPr>
          <w:rFonts w:ascii="Times New Roman" w:hAnsi="Times New Roman" w:cs="Times New Roman"/>
          <w:sz w:val="28"/>
          <w:szCs w:val="28"/>
        </w:rPr>
        <w:t xml:space="preserve">: Цикл СД.ДС.Ф.14, дисциплина осваивается в 8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>
        <w:rPr>
          <w:rFonts w:ascii="Times New Roman" w:hAnsi="Times New Roman" w:cs="Times New Roman"/>
          <w:sz w:val="28"/>
          <w:szCs w:val="28"/>
        </w:rPr>
        <w:t xml:space="preserve">: Организация ветеринарного надзора по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ох-ране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территории страны от заноса заразных болезней животных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иностран-ных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государств. Правила организации ветеринарного надзора за ввозом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вы-возом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объектов ветеринарного надзора. Единые ветеринарно-санитарные требования, предъявляемые к товарам, подлежащим ветеринарному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контро-лю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(надзору)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международными и межгосударственными перевозками животноводческих грузов. Ветеринарно-санитарные документы на таможне.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Ветеринарно-санитарный контроль в лабораториях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 дисциплины</w:t>
      </w:r>
      <w:r>
        <w:rPr>
          <w:rFonts w:ascii="Times New Roman" w:hAnsi="Times New Roman" w:cs="Times New Roman"/>
          <w:sz w:val="28"/>
          <w:szCs w:val="28"/>
        </w:rPr>
        <w:t xml:space="preserve">: изучить проведение ветеринарно-санитарного контроля в лабораториях.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>
        <w:rPr>
          <w:rFonts w:ascii="Times New Roman" w:hAnsi="Times New Roman" w:cs="Times New Roman"/>
          <w:sz w:val="28"/>
          <w:szCs w:val="28"/>
        </w:rPr>
        <w:t xml:space="preserve">: Цикл СД.ДС.Ф.15, дисциплина осваивается в 8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общие положения о ветеринарно-санитарной экспертизе и государственном ветеринарном надзоре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лабора-тории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правила по охране труда в лабораториях, помещение лаборатории и оборудование рабочего места, организация ветеринарно-санитарного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кон-троля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лаборатории, дезинфицирующие средства, применяемые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лаборато-риях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ФТД - ФАКУЛЬТАТИВЫ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Патология мелких животных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 </w:t>
      </w:r>
      <w:r>
        <w:rPr>
          <w:rFonts w:ascii="Times New Roman" w:hAnsi="Times New Roman" w:cs="Times New Roman"/>
          <w:sz w:val="28"/>
          <w:szCs w:val="28"/>
        </w:rPr>
        <w:t xml:space="preserve">– дать студентам сумму знаний по различным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во-просам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связанным с болезнями собак, кошек, кроликов, пушных зверей и других животных, навыки клинической подготовки, диагностики,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проведе-нию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лечебно - профилактических мероприятий. </w:t>
      </w:r>
      <w:proofErr w:type="gramEnd"/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 </w:t>
      </w:r>
      <w:r>
        <w:rPr>
          <w:rFonts w:ascii="Times New Roman" w:hAnsi="Times New Roman" w:cs="Times New Roman"/>
          <w:sz w:val="28"/>
          <w:szCs w:val="28"/>
        </w:rPr>
        <w:t xml:space="preserve">Цикл ФТД.1,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осваи-вается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9 семестре. </w:t>
      </w:r>
    </w:p>
    <w:p w:rsidR="00976868" w:rsidRDefault="00976868" w:rsidP="00976868">
      <w:pPr>
        <w:pStyle w:val="Default"/>
        <w:pageBreakBefor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 дисциплины</w:t>
      </w:r>
      <w:r>
        <w:rPr>
          <w:rFonts w:ascii="Times New Roman" w:hAnsi="Times New Roman" w:cs="Times New Roman"/>
          <w:sz w:val="28"/>
          <w:szCs w:val="28"/>
        </w:rPr>
        <w:t xml:space="preserve">: Незаразные болезни, мелких домашних животных. Болезни органов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системы, мочеполовой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сис-темы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органов дыхания, пищеварения, нервной системы, кожи, органов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зре-ния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Хирургическая и акушерская патология. Этиология, патогенез,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диагно-стика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лечение и профилактика.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Инфекционные болезни вирусной, бактериальной и грибковой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этиоло-гии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Патогенез, диагностика, лечение и профилактика.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Паразитарные болезни.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Неотложная хирургия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овладение теоретическими знаниями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практиче-скими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навыками при экстренных неотложных ситуациях у животных.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ФТД.2,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7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>Угрожающие жизни состояния. Методы и средства обезболивания. Раны мягких тканей. Раневая инфекция. Открытые повреждения костей и суставов. Повреждения груди. Повреждения живота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Термические ожоги.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Политравма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Неотложный венозный доступ и введение лекарственных веществ. Освобождение дыхательных путей и обеспечение дыхания.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Торокоцентез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парацентез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Биогеоценотическая патология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подготовить специалистов для производственно-хозяйственной, управленческой, лечебно-профилактической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исследова-тельской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деятельности в области предупреждения и лечения болезней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жи-вотных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охраны населения от болезней общих для человека и животных, производства доброкачественных в ветеринарно-санитарном отношении продуктов и сырья животного происхождения.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ФТД.3,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8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основы биогеоценотической патологии, изменения в ферменных биогеоценотической патология животных,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эндеми-ческие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болезни животных.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Акушерство мелких животных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знаний и практических навыков по акушерству и гинекологии в объеме, необходимом для ветеринарно-санитарного врача.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>
        <w:rPr>
          <w:rFonts w:ascii="Times New Roman" w:hAnsi="Times New Roman" w:cs="Times New Roman"/>
          <w:sz w:val="28"/>
          <w:szCs w:val="28"/>
        </w:rPr>
        <w:t xml:space="preserve">: Цикл ФТД.3,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7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дисциплины. </w:t>
      </w:r>
      <w:r>
        <w:rPr>
          <w:rFonts w:ascii="Times New Roman" w:hAnsi="Times New Roman" w:cs="Times New Roman"/>
          <w:sz w:val="28"/>
          <w:szCs w:val="28"/>
        </w:rPr>
        <w:t xml:space="preserve">Акушерская патология мелких домашних животных, основы размножения животных, гинекология и биотехника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раз-множения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беременность, роды, оперативное акушерство, болезни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новорож-денных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болезни молочной железы, бесплодие самок.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Введение в специальность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 дисциплины</w:t>
      </w:r>
      <w:r>
        <w:rPr>
          <w:rFonts w:ascii="Times New Roman" w:hAnsi="Times New Roman" w:cs="Times New Roman"/>
          <w:sz w:val="28"/>
          <w:szCs w:val="28"/>
        </w:rPr>
        <w:t xml:space="preserve">: дать студентам основные представления 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специ-альности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ветеринарно-санитарная экспертиза. </w:t>
      </w:r>
    </w:p>
    <w:p w:rsidR="00976868" w:rsidRDefault="00976868" w:rsidP="00976868">
      <w:pPr>
        <w:pStyle w:val="Default"/>
        <w:pageBreakBefor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ФТД.4, дисциплина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 2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>
        <w:rPr>
          <w:rFonts w:ascii="Times New Roman" w:hAnsi="Times New Roman" w:cs="Times New Roman"/>
          <w:sz w:val="28"/>
          <w:szCs w:val="28"/>
        </w:rPr>
        <w:t xml:space="preserve">: история и этапы развития дисциплины,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со-временные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задачи, значение ветеринарно-санитарной экспертизы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ветери-нарно-санитарных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врачей.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УЧЕБНАЯ ПРАКТИКА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Микробиология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>
        <w:rPr>
          <w:rFonts w:ascii="Times New Roman" w:hAnsi="Times New Roman" w:cs="Times New Roman"/>
          <w:sz w:val="28"/>
          <w:szCs w:val="28"/>
        </w:rPr>
        <w:t xml:space="preserve">научить студентов методам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микробиологического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ис-следования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учебном плане: </w:t>
      </w:r>
      <w:r>
        <w:rPr>
          <w:rFonts w:ascii="Times New Roman" w:hAnsi="Times New Roman" w:cs="Times New Roman"/>
          <w:sz w:val="28"/>
          <w:szCs w:val="28"/>
        </w:rPr>
        <w:t>цикл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учебная практика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осваивает-ся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 4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 xml:space="preserve">Техника безопасности при работе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микро-биологической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лаборатории. Правила проведения различных типов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диагно-стики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Общие правила взятия проб, их консервирование и пересылка. Взятие крови для серологических исследований. Оформление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сопроводительных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до-кументов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Взятие и пересылка патологического материала от больных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пав-ших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животных при отдельных инфекционных заболеваниях. Выделение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чис-тых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культур микроорганизмов.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Студенты изучают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культуральные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свойства выросших культур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микроор-ганизмов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готовят препараты для микроскопии, окрашивают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на-личие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спор, капсул и кислотоустойчивость,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микроскопируют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результаты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за-рисовывают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записывают в тетрадь. Оформление дневников и сдача зачета.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Акушерство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>
        <w:rPr>
          <w:rFonts w:ascii="Times New Roman" w:hAnsi="Times New Roman" w:cs="Times New Roman"/>
          <w:sz w:val="28"/>
          <w:szCs w:val="28"/>
        </w:rPr>
        <w:t xml:space="preserve">освоить методы диагностики и лечения акушерско-гинекологических болезней животных;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учебном плане: </w:t>
      </w:r>
      <w:r>
        <w:rPr>
          <w:rFonts w:ascii="Times New Roman" w:hAnsi="Times New Roman" w:cs="Times New Roman"/>
          <w:sz w:val="28"/>
          <w:szCs w:val="28"/>
        </w:rPr>
        <w:t>цикл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учебная практика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осваивает-ся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 6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 xml:space="preserve">Акушерская диспансеризация на ферме.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Оп-ределение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сроков беременности самок животных. Акушерская помощь при патологических родах. Диагностика, лечение и профилактика маститов и других патологий молочной железы.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Пропедевтика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>
        <w:rPr>
          <w:rFonts w:ascii="Times New Roman" w:hAnsi="Times New Roman" w:cs="Times New Roman"/>
          <w:sz w:val="28"/>
          <w:szCs w:val="28"/>
        </w:rPr>
        <w:t xml:space="preserve">закрепить знания по технике клинических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исследова-ний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животных, лабораторных исследований мочи и крови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>
        <w:rPr>
          <w:rFonts w:ascii="Times New Roman" w:hAnsi="Times New Roman" w:cs="Times New Roman"/>
          <w:sz w:val="28"/>
          <w:szCs w:val="28"/>
        </w:rPr>
        <w:t>цикл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учебная практика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осваивает-ся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6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 xml:space="preserve">Регистрация. Анамнез. Общее исследование животных. Исследование системы организма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специальными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мето-дами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Лабораторные исследования крови. Лабораторные исследования мочи и кала. Инструментальные методы диагностики. Проведение диспансерного обследования животных. </w:t>
      </w:r>
    </w:p>
    <w:p w:rsidR="00976868" w:rsidRDefault="00976868" w:rsidP="00976868">
      <w:pPr>
        <w:pStyle w:val="Default"/>
        <w:pageBreakBefore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Хирургия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 практики</w:t>
      </w:r>
      <w:r>
        <w:rPr>
          <w:rFonts w:ascii="Times New Roman" w:hAnsi="Times New Roman" w:cs="Times New Roman"/>
          <w:sz w:val="28"/>
          <w:szCs w:val="28"/>
        </w:rPr>
        <w:t xml:space="preserve">: освоить методы диагностики и лечения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хирургиче-ских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болезней животных;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>
        <w:rPr>
          <w:rFonts w:ascii="Times New Roman" w:hAnsi="Times New Roman" w:cs="Times New Roman"/>
          <w:sz w:val="28"/>
          <w:szCs w:val="28"/>
        </w:rPr>
        <w:t>цикл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учебная практика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осваивает-ся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6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 xml:space="preserve">Анализ планов и отчетов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профилактиче-ским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мероприятиям и лечебной работе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общих хирургических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патологи-ях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Виды травматизма. Лечение ран у животных. Проведение оперативных вмешательств с диагностической целью (пункции, биопсии, проколы,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руме-нотомия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лапароцентез и др.). Общие и специальные методы лечения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про-филактики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открытых и закрытых повреждений. Хирургическое лечение грыж, экстравазатов, язв и др. патологий. Техника проведения новокаиновых блокад.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Внутренние незаразные болезни и патологическая анатомия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 практики</w:t>
      </w:r>
      <w:r>
        <w:rPr>
          <w:rFonts w:ascii="Times New Roman" w:hAnsi="Times New Roman" w:cs="Times New Roman"/>
          <w:sz w:val="28"/>
          <w:szCs w:val="28"/>
        </w:rPr>
        <w:t xml:space="preserve">: привить студентам практические навыки по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проведе-нию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вскрытия трупов различных видов животных, анализу секционных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на-ходок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оформлению протокола вскрытия;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освоить методы диагностики и лечения внутренних незаразных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болез-ней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животных.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>
        <w:rPr>
          <w:rFonts w:ascii="Times New Roman" w:hAnsi="Times New Roman" w:cs="Times New Roman"/>
          <w:sz w:val="28"/>
          <w:szCs w:val="28"/>
        </w:rPr>
        <w:t>цикл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учебная практика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осваивает-ся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8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 xml:space="preserve">Изучение патологоанатомических изменений в органах и тканях при различных болезнях животных. Анализ совпадения клинического анализа с </w:t>
      </w:r>
      <w:proofErr w:type="gramStart"/>
      <w:r>
        <w:rPr>
          <w:rFonts w:ascii="Times New Roman" w:hAnsi="Times New Roman" w:cs="Times New Roman"/>
          <w:sz w:val="28"/>
          <w:szCs w:val="28"/>
        </w:rPr>
        <w:t>патологоанатомическим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Знакомство со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вскрывоч-ными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помещениями и их оснащением, техника вскрытия и протоколирование процесса. Отбор патологического материала,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гистологических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исследо-ваний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его консервирование, упаковка и отправка в лабораторию.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Техника введения лекарственных веществ. Техника постановки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про-ведения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очистительных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опорожнительных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клизм, зондирование рубца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же-лудка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кровопускание,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металлоиндикация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введение магнитных зондов и др. Физиотерапия. Оказание лечебной помощи животным при патологиях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орга-нов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дыхания. Оказание лечебной помощи животным при болезнях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пищева-рения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ВСЭ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>
        <w:rPr>
          <w:rFonts w:ascii="Times New Roman" w:hAnsi="Times New Roman" w:cs="Times New Roman"/>
          <w:sz w:val="28"/>
          <w:szCs w:val="28"/>
        </w:rPr>
        <w:t xml:space="preserve">обучить студентов правилам техники безопасности при работе на фермах и мясокомбинатах, при обращении с животными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препаровки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убойного и трупного материала.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>
        <w:rPr>
          <w:rFonts w:ascii="Times New Roman" w:hAnsi="Times New Roman" w:cs="Times New Roman"/>
          <w:sz w:val="28"/>
          <w:szCs w:val="28"/>
        </w:rPr>
        <w:t>цикл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учебная практика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осваива-ется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8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 xml:space="preserve">Изучение структуры боенских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мясоперера-батывающих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предприятий, их санитарного состояния и организации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вет-службы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ветеринарно-санитарной экспертизе сырья и готовой продукции. Методы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предубойного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осмотра животных. Методы послеубойного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исследо-вания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туш и продуктов убоя. Ветеринарно-санитарная оценка продуктов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жи-вотного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растительного происхождения </w:t>
      </w:r>
    </w:p>
    <w:p w:rsidR="00976868" w:rsidRDefault="00976868" w:rsidP="00976868">
      <w:pPr>
        <w:pStyle w:val="Default"/>
        <w:pageBreakBefore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Хирургия и акушерство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>
        <w:rPr>
          <w:rFonts w:ascii="Times New Roman" w:hAnsi="Times New Roman" w:cs="Times New Roman"/>
          <w:sz w:val="28"/>
          <w:szCs w:val="28"/>
        </w:rPr>
        <w:t xml:space="preserve">освоить методы диагностики и лечения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хирургиче-ских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болезней животных, а также основы биотехники размножения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живот-ных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учебном плане: </w:t>
      </w:r>
      <w:r>
        <w:rPr>
          <w:rFonts w:ascii="Times New Roman" w:hAnsi="Times New Roman" w:cs="Times New Roman"/>
          <w:sz w:val="28"/>
          <w:szCs w:val="28"/>
        </w:rPr>
        <w:t>цикл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учебная практика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осваивает-ся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8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 xml:space="preserve">Проведение кастрации,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обезроживания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дру-гих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плановых хирургических мероприятий. Общие и специальные методы лечения и профилактики, асептических и септических форм воспаления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абс-цессов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флегмон).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Лечение и профилактические мероприятия при бесплодии. Получение спермы у самцов производителей, её оценка, разбавление и хранение.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Паразитология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 практики</w:t>
      </w:r>
      <w:r>
        <w:rPr>
          <w:rFonts w:ascii="Times New Roman" w:hAnsi="Times New Roman" w:cs="Times New Roman"/>
          <w:sz w:val="28"/>
          <w:szCs w:val="28"/>
        </w:rPr>
        <w:t xml:space="preserve">: освоить методы диагностики и лечения инвазионных болезней животных;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>
        <w:rPr>
          <w:rFonts w:ascii="Times New Roman" w:hAnsi="Times New Roman" w:cs="Times New Roman"/>
          <w:sz w:val="28"/>
          <w:szCs w:val="28"/>
        </w:rPr>
        <w:t>цикл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учебная практика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осваивает-ся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8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 xml:space="preserve">Диагностические исследования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гельминто-зы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Лечение и противоэпизоотические мероприятия при гельминтозных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забо-леваниях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животных.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животного, больного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паразитарным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заболева-нием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 оформление истории болезни (курсовой работы по паразитологии).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Инсектоакарицидная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обработка животных. Исследование фекалий животных на кокцидиоз,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криспоридиоз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другие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протозоозы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Взятие крови,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приготовле-ние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мазков и исследование крови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пираплазмоз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анаплазмоз и другие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кро-вопаразитарные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протозоозы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Диагностика эктопаразитарных болезней -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арах-нозов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энтомозов. Обследование животных на наличие клещей, личинок овода и т.д.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ПРОИЗВОДСТВЕННАЯ ПРАКТИКА </w:t>
      </w:r>
    </w:p>
    <w:p w:rsidR="00976868" w:rsidRDefault="00976868" w:rsidP="00976868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Производственная практика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>
        <w:rPr>
          <w:rFonts w:ascii="Times New Roman" w:hAnsi="Times New Roman" w:cs="Times New Roman"/>
          <w:sz w:val="28"/>
          <w:szCs w:val="28"/>
        </w:rPr>
        <w:t xml:space="preserve">закрепить знания по специальным дисциплинам,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по-лучить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умения и навыки работы по специальности, овладеть методиками и методами научных исследований, санитарно-микробиологического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кон-троля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лабораторной диагностики заболеваний и приобрести опыт научно-исследовательской работы по специальности.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>
        <w:rPr>
          <w:rFonts w:ascii="Times New Roman" w:hAnsi="Times New Roman" w:cs="Times New Roman"/>
          <w:sz w:val="28"/>
          <w:szCs w:val="28"/>
        </w:rPr>
        <w:t>цикл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производственная практика осваивается в 10 семестре. </w:t>
      </w:r>
    </w:p>
    <w:p w:rsidR="00976868" w:rsidRDefault="00976868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 xml:space="preserve">Транспортировка животных на боенские предприятия.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Предубойный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режим содержания животных.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Боенские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пред-приятия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переработке животных. Основы технологии и гигиена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переработ-ки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животных. Организация и методика осмотра туш и внутренних органов. Ветеринарно-санитарная экспертиза продуктов убоя животных при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обнару-жении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инфекционных болезней. Ветеринарно-санитарная экспертиза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продук-тов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убоя животных при обнаружении инвазионных болезней.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Ветеринарно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E70CAD" w:rsidRDefault="00976868" w:rsidP="00976868">
      <w:r>
        <w:rPr>
          <w:rFonts w:ascii="Times New Roman" w:hAnsi="Times New Roman" w:cs="Times New Roman"/>
          <w:sz w:val="28"/>
          <w:szCs w:val="28"/>
        </w:rPr>
        <w:t xml:space="preserve">санитарная экспертиза продуктов убоя животных при незаразных болезнях и отравлениях, лечении их антибиотиками и радиоактивном поражении.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Вете-</w:t>
      </w:r>
      <w:r>
        <w:rPr>
          <w:rFonts w:ascii="Times New Roman" w:hAnsi="Times New Roman" w:cs="Times New Roman"/>
          <w:sz w:val="28"/>
          <w:szCs w:val="28"/>
        </w:rPr>
        <w:lastRenderedPageBreak/>
        <w:t>ринарно-санитарная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экспертиза туш и органов вынужденно убитых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живот-ных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Пищевые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токсикоинфекции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токсикозы и их профилактика по линии ветеринарной службы. Изменение мяса при нарушении режимов хранения. Основы технологии и гигиены при консервировании мяса и мясных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продук-тов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способы консервирования. Основы технологии, гигиена производства и ветеринарно-санитарная экспертиза колбас и ветчинно-штучных изделии. Транспортировка скоропортящихся продуктов. Основы технологии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ветери-нарно-санитарная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экспертиза субпродуктов и кожевенно-мехового сырья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Ос-новы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технологии и ветеринарно-санитарная экспертиза субпродуктов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ко-жевенно-мехового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сырья. Основы технологии и гигиены переработки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сельско-хозяйственной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птицы и методика осмотра тушек и внутренних органов.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Вете-ринарно-санитарная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оценка мяса птицы. Ветеринарно-санитарная оценка яиц, пищевое значение яиц. Ветеринарно-санитарная оценка мяса кроликов.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Ветери-нарно-санитарная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экспертиза мяса диких промысловых животных и пернатой дичи. Ветеринарно-санитарная экспертиза рыбы, раков 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мяса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морских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млеко-питающих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беспозвоночных животных. Ветеринарно-санитарная экспертиза молока и молочных продуктов. Ветеринарно-санитарная экспертиза пищевых продуктов на продовольственных рынках.</w:t>
      </w:r>
    </w:p>
    <w:sectPr w:rsidR="00E70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altName w:val="Arial Black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3BFAF"/>
    <w:multiLevelType w:val="hybridMultilevel"/>
    <w:tmpl w:val="D3FC112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6868"/>
    <w:rsid w:val="00976868"/>
    <w:rsid w:val="00E70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768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38</Pages>
  <Words>14514</Words>
  <Characters>82730</Characters>
  <Application>Microsoft Office Word</Application>
  <DocSecurity>0</DocSecurity>
  <Lines>689</Lines>
  <Paragraphs>194</Paragraphs>
  <ScaleCrop>false</ScaleCrop>
  <Company>TOSHIBA</Company>
  <LinksUpToDate>false</LinksUpToDate>
  <CharactersWithSpaces>97050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987</dc:creator>
  <cp:keywords/>
  <dc:description/>
  <cp:lastModifiedBy>987</cp:lastModifiedBy>
  <cp:revision>2</cp:revision>
  <dcterms:created xsi:type="dcterms:W3CDTF">2014-10-17T08:11:00Z</dcterms:created>
  <dcterms:modified xsi:type="dcterms:W3CDTF">2014-10-17T08:13:00Z</dcterms:modified>
</cp:coreProperties>
</file>